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41671FDD"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D83016">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22274A5D"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76458A">
        <w:rPr>
          <w:rFonts w:ascii="Times New Roman" w:hAnsi="Times New Roman" w:cs="Times New Roman"/>
          <w:sz w:val="24"/>
          <w:szCs w:val="24"/>
        </w:rPr>
        <w:t>.2804</w:t>
      </w:r>
      <w:r w:rsidRPr="00CD01B9">
        <w:rPr>
          <w:rFonts w:ascii="Times New Roman" w:hAnsi="Times New Roman" w:cs="Times New Roman"/>
          <w:sz w:val="24"/>
          <w:szCs w:val="24"/>
        </w:rPr>
        <w:t xml:space="preserve"> „</w:t>
      </w:r>
      <w:bookmarkStart w:id="0" w:name="_Hlk89864231"/>
      <w:r w:rsidR="00B27E8E" w:rsidRPr="00B27E8E">
        <w:rPr>
          <w:rFonts w:ascii="Times New Roman" w:hAnsi="Times New Roman" w:cs="Times New Roman"/>
          <w:bCs/>
          <w:i/>
          <w:sz w:val="24"/>
          <w:szCs w:val="24"/>
        </w:rPr>
        <w:t>Ahtme teed</w:t>
      </w:r>
      <w:r w:rsidR="00B27E8E">
        <w:rPr>
          <w:rFonts w:ascii="Times New Roman" w:hAnsi="Times New Roman" w:cs="Times New Roman"/>
          <w:bCs/>
          <w:i/>
          <w:sz w:val="24"/>
          <w:szCs w:val="24"/>
        </w:rPr>
        <w:t>e</w:t>
      </w:r>
      <w:r w:rsidR="001B4095">
        <w:rPr>
          <w:rFonts w:ascii="Times New Roman" w:hAnsi="Times New Roman" w:cs="Times New Roman"/>
          <w:bCs/>
          <w:i/>
          <w:sz w:val="24"/>
          <w:szCs w:val="24"/>
        </w:rPr>
        <w:t xml:space="preserve"> </w:t>
      </w:r>
      <w:r w:rsidR="00F33597" w:rsidRPr="008D1C0E">
        <w:rPr>
          <w:rFonts w:ascii="Times New Roman" w:hAnsi="Times New Roman" w:cs="Times New Roman"/>
          <w:i/>
          <w:sz w:val="24"/>
          <w:szCs w:val="24"/>
        </w:rPr>
        <w:t>rekonstrueerimi</w:t>
      </w:r>
      <w:bookmarkEnd w:id="0"/>
      <w:r w:rsidR="00F33597" w:rsidRPr="008D1C0E">
        <w:rPr>
          <w:rFonts w:ascii="Times New Roman" w:hAnsi="Times New Roman" w:cs="Times New Roman"/>
          <w:i/>
          <w:sz w:val="24"/>
          <w:szCs w:val="24"/>
        </w:rPr>
        <w:t>ne</w:t>
      </w:r>
      <w:r w:rsidRPr="00CD01B9">
        <w:rPr>
          <w:rFonts w:ascii="Times New Roman" w:hAnsi="Times New Roman" w:cs="Times New Roman"/>
          <w:sz w:val="24"/>
          <w:szCs w:val="24"/>
        </w:rPr>
        <w:t xml:space="preserve">“ (viitenumber </w:t>
      </w:r>
      <w:r w:rsidR="0076458A">
        <w:rPr>
          <w:rFonts w:ascii="Times New Roman" w:hAnsi="Times New Roman" w:cs="Times New Roman"/>
          <w:sz w:val="24"/>
          <w:szCs w:val="24"/>
        </w:rPr>
        <w:t>263000</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0EBFD8E" w:rsidR="00720E3E" w:rsidRPr="00281267" w:rsidRDefault="00B27E8E"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Maa</w:t>
      </w:r>
      <w:r w:rsidR="002C258F">
        <w:rPr>
          <w:rFonts w:ascii="Times New Roman" w:hAnsi="Times New Roman" w:cs="Times New Roman"/>
          <w:sz w:val="24"/>
          <w:szCs w:val="24"/>
        </w:rPr>
        <w:t>tervendus</w:t>
      </w:r>
      <w:r w:rsidR="00B34C0C">
        <w:rPr>
          <w:rFonts w:ascii="Times New Roman" w:hAnsi="Times New Roman" w:cs="Times New Roman"/>
          <w:sz w:val="24"/>
          <w:szCs w:val="24"/>
        </w:rPr>
        <w:t xml:space="preserve"> </w:t>
      </w:r>
      <w:r w:rsidR="002C258F">
        <w:rPr>
          <w:rFonts w:ascii="Times New Roman" w:hAnsi="Times New Roman" w:cs="Times New Roman"/>
          <w:sz w:val="24"/>
          <w:szCs w:val="24"/>
        </w:rPr>
        <w:t>OÜ</w:t>
      </w:r>
      <w:r w:rsidR="008C486E" w:rsidRPr="008C486E">
        <w:rPr>
          <w:rFonts w:ascii="Times New Roman" w:hAnsi="Times New Roman" w:cs="Times New Roman"/>
          <w:sz w:val="24"/>
          <w:szCs w:val="24"/>
        </w:rPr>
        <w:t xml:space="preserve"> poolt koostatud „</w:t>
      </w:r>
      <w:r w:rsidR="002C258F" w:rsidRPr="002C258F">
        <w:rPr>
          <w:rFonts w:ascii="Times New Roman" w:hAnsi="Times New Roman" w:cs="Times New Roman"/>
          <w:sz w:val="24"/>
          <w:szCs w:val="24"/>
        </w:rPr>
        <w:t>Ahtme teed</w:t>
      </w:r>
      <w:r w:rsidR="002C258F">
        <w:rPr>
          <w:rFonts w:ascii="Times New Roman" w:hAnsi="Times New Roman" w:cs="Times New Roman"/>
          <w:sz w:val="24"/>
          <w:szCs w:val="24"/>
        </w:rPr>
        <w:t xml:space="preserve">e </w:t>
      </w:r>
      <w:r w:rsidR="002C258F" w:rsidRPr="002C258F">
        <w:rPr>
          <w:rFonts w:ascii="Times New Roman" w:hAnsi="Times New Roman" w:cs="Times New Roman"/>
          <w:sz w:val="24"/>
          <w:szCs w:val="24"/>
        </w:rPr>
        <w:t>2</w:t>
      </w:r>
      <w:r w:rsidR="008C486E" w:rsidRPr="008C486E">
        <w:rPr>
          <w:rFonts w:ascii="Times New Roman" w:hAnsi="Times New Roman" w:cs="Times New Roman"/>
          <w:sz w:val="24"/>
          <w:szCs w:val="24"/>
        </w:rPr>
        <w:t xml:space="preserve"> rekonstrueerimisprojekt“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BB011A5"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8C486E">
        <w:rPr>
          <w:rFonts w:ascii="Times New Roman" w:hAnsi="Times New Roman" w:cs="Times New Roman"/>
          <w:sz w:val="24"/>
          <w:szCs w:val="24"/>
        </w:rPr>
        <w:t>Ida-Viru</w:t>
      </w:r>
      <w:r w:rsidR="00240C3D" w:rsidRPr="00281267">
        <w:rPr>
          <w:rFonts w:ascii="Times New Roman" w:hAnsi="Times New Roman" w:cs="Times New Roman"/>
          <w:sz w:val="24"/>
          <w:szCs w:val="24"/>
        </w:rPr>
        <w:t xml:space="preserve"> maakonna </w:t>
      </w:r>
      <w:r w:rsidR="00F424E4">
        <w:rPr>
          <w:rFonts w:ascii="Times New Roman" w:eastAsia="Times New Roman" w:hAnsi="Times New Roman" w:cs="Times New Roman"/>
          <w:bCs/>
          <w:sz w:val="24"/>
          <w:szCs w:val="24"/>
          <w:lang w:eastAsia="ar-SA"/>
        </w:rPr>
        <w:t>1. Ahtme tee, 8. Ahtme</w:t>
      </w:r>
      <w:r w:rsidR="00B34C0C" w:rsidRPr="00B34C0C">
        <w:rPr>
          <w:rFonts w:ascii="Times New Roman" w:eastAsia="Times New Roman" w:hAnsi="Times New Roman" w:cs="Times New Roman"/>
          <w:bCs/>
          <w:sz w:val="24"/>
          <w:szCs w:val="24"/>
          <w:lang w:eastAsia="ar-SA"/>
        </w:rPr>
        <w:t xml:space="preserve"> tee</w:t>
      </w:r>
      <w:r w:rsidR="00F424E4">
        <w:rPr>
          <w:rFonts w:ascii="Times New Roman" w:eastAsia="Times New Roman" w:hAnsi="Times New Roman" w:cs="Times New Roman"/>
          <w:bCs/>
          <w:sz w:val="24"/>
          <w:szCs w:val="24"/>
          <w:lang w:eastAsia="ar-SA"/>
        </w:rPr>
        <w:t>, 5. Ahtme tee, Kanali tee ja Pihlaka tee</w:t>
      </w:r>
      <w:r w:rsidR="00B34C0C">
        <w:rPr>
          <w:rFonts w:ascii="Times New Roman" w:eastAsia="Times New Roman" w:hAnsi="Times New Roman" w:cs="Times New Roman"/>
          <w:bCs/>
          <w:sz w:val="24"/>
          <w:szCs w:val="24"/>
          <w:lang w:eastAsia="ar-SA"/>
        </w:rPr>
        <w:t xml:space="preserve"> reko</w:t>
      </w:r>
      <w:r w:rsidR="00845D28">
        <w:rPr>
          <w:rFonts w:ascii="Times New Roman" w:eastAsia="Times New Roman" w:hAnsi="Times New Roman" w:cs="Times New Roman"/>
          <w:bCs/>
          <w:sz w:val="24"/>
          <w:szCs w:val="24"/>
          <w:lang w:eastAsia="ar-SA"/>
        </w:rPr>
        <w:t>nstrueeri</w:t>
      </w:r>
      <w:r w:rsidR="00281267" w:rsidRPr="00281267">
        <w:rPr>
          <w:rFonts w:ascii="Times New Roman" w:hAnsi="Times New Roman" w:cs="Times New Roman"/>
          <w:sz w:val="24"/>
          <w:szCs w:val="24"/>
        </w:rPr>
        <w:t>mine</w:t>
      </w:r>
      <w:r w:rsidR="00281267" w:rsidRPr="00281267">
        <w:rPr>
          <w:rFonts w:ascii="Times New Roman" w:hAnsi="Times New Roman" w:cs="Times New Roman"/>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0272E146"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r w:rsidR="00D65F16">
        <w:rPr>
          <w:rFonts w:ascii="Times New Roman" w:hAnsi="Times New Roman" w:cs="Times New Roman"/>
          <w:sz w:val="24"/>
          <w:szCs w:val="24"/>
        </w:rPr>
        <w:t>Maatervendus OÜ</w:t>
      </w:r>
      <w:r w:rsidR="008C486E" w:rsidRPr="008C486E">
        <w:rPr>
          <w:rFonts w:ascii="Times New Roman" w:hAnsi="Times New Roman" w:cs="Times New Roman"/>
          <w:sz w:val="24"/>
          <w:szCs w:val="24"/>
        </w:rPr>
        <w:t xml:space="preserve"> poolt koostatud </w:t>
      </w:r>
      <w:r w:rsidR="00D65F16" w:rsidRPr="00D65F16">
        <w:rPr>
          <w:rFonts w:ascii="Times New Roman" w:hAnsi="Times New Roman" w:cs="Times New Roman"/>
          <w:sz w:val="24"/>
          <w:szCs w:val="24"/>
        </w:rPr>
        <w:t>Ahtme teed</w:t>
      </w:r>
      <w:r w:rsidR="00D65F16">
        <w:rPr>
          <w:rFonts w:ascii="Times New Roman" w:hAnsi="Times New Roman" w:cs="Times New Roman"/>
          <w:sz w:val="24"/>
          <w:szCs w:val="24"/>
        </w:rPr>
        <w:t xml:space="preserve">e </w:t>
      </w:r>
      <w:r w:rsidR="00D65F16" w:rsidRPr="00D65F16">
        <w:rPr>
          <w:rFonts w:ascii="Times New Roman" w:hAnsi="Times New Roman" w:cs="Times New Roman"/>
          <w:sz w:val="24"/>
          <w:szCs w:val="24"/>
        </w:rPr>
        <w:t>2</w:t>
      </w:r>
      <w:r w:rsidR="008C486E" w:rsidRPr="008C486E">
        <w:rPr>
          <w:rFonts w:ascii="Times New Roman" w:hAnsi="Times New Roman" w:cs="Times New Roman"/>
          <w:sz w:val="24"/>
          <w:szCs w:val="24"/>
        </w:rPr>
        <w:t xml:space="preserve"> rekonstrueerimisprojekt</w:t>
      </w:r>
      <w:r w:rsidR="008C486E">
        <w:rPr>
          <w:rFonts w:ascii="Times New Roman" w:hAnsi="Times New Roman" w:cs="Times New Roman"/>
          <w:sz w:val="24"/>
          <w:szCs w:val="24"/>
        </w:rPr>
        <w:t>i</w:t>
      </w:r>
      <w:r w:rsidR="008C486E" w:rsidRPr="008C486E">
        <w:rPr>
          <w:rFonts w:ascii="Times New Roman" w:hAnsi="Times New Roman" w:cs="Times New Roman"/>
          <w:sz w:val="24"/>
          <w:szCs w:val="24"/>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1A8370AB"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w:t>
      </w:r>
      <w:r w:rsidR="0036529F">
        <w:rPr>
          <w:rFonts w:ascii="Times New Roman" w:hAnsi="Times New Roman" w:cs="Times New Roman"/>
          <w:sz w:val="24"/>
          <w:szCs w:val="24"/>
        </w:rPr>
        <w:t xml:space="preserve"> ehitusprojektiga;</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013054"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w:t>
      </w:r>
      <w:r w:rsidRPr="00013054">
        <w:rPr>
          <w:rFonts w:ascii="Times New Roman" w:hAnsi="Times New Roman" w:cs="Times New Roman"/>
          <w:sz w:val="24"/>
          <w:szCs w:val="24"/>
        </w:rPr>
        <w:t xml:space="preserve">täitmisel ja kelle kohta pole </w:t>
      </w:r>
      <w:r w:rsidR="00D57B01" w:rsidRPr="00013054">
        <w:rPr>
          <w:rFonts w:ascii="Times New Roman" w:hAnsi="Times New Roman" w:cs="Times New Roman"/>
          <w:sz w:val="24"/>
          <w:szCs w:val="24"/>
        </w:rPr>
        <w:t xml:space="preserve">tellijale </w:t>
      </w:r>
      <w:r w:rsidRPr="00013054">
        <w:rPr>
          <w:rFonts w:ascii="Times New Roman" w:hAnsi="Times New Roman" w:cs="Times New Roman"/>
          <w:sz w:val="24"/>
          <w:szCs w:val="24"/>
        </w:rPr>
        <w:t>lepingu täitmise alustamise ajaks punktis 4.2.3. nimetatud teavet esitatud;</w:t>
      </w:r>
    </w:p>
    <w:p w14:paraId="517897C7" w14:textId="77777777" w:rsidR="00003744" w:rsidRPr="00013054"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013054">
        <w:rPr>
          <w:rFonts w:ascii="Times New Roman" w:hAnsi="Times New Roman" w:cs="Times New Roman"/>
          <w:sz w:val="24"/>
          <w:szCs w:val="24"/>
        </w:rPr>
        <w:t xml:space="preserve">esitama tellijale andmed </w:t>
      </w:r>
      <w:r w:rsidR="00003744" w:rsidRPr="00013054">
        <w:rPr>
          <w:rFonts w:ascii="Times New Roman" w:hAnsi="Times New Roman" w:cs="Times New Roman"/>
          <w:sz w:val="24"/>
          <w:szCs w:val="24"/>
        </w:rPr>
        <w:t>lepingu selle osa suuruse ja iseloomu kohta, mille suhtes</w:t>
      </w:r>
      <w:r w:rsidRPr="00013054">
        <w:rPr>
          <w:rFonts w:ascii="Times New Roman" w:hAnsi="Times New Roman" w:cs="Times New Roman"/>
          <w:sz w:val="24"/>
          <w:szCs w:val="24"/>
        </w:rPr>
        <w:t xml:space="preserve"> ta kavatseb ta sõlmida alltöövõtu</w:t>
      </w:r>
      <w:r w:rsidR="00003744" w:rsidRPr="00013054">
        <w:rPr>
          <w:rFonts w:ascii="Times New Roman" w:hAnsi="Times New Roman" w:cs="Times New Roman"/>
          <w:sz w:val="24"/>
          <w:szCs w:val="24"/>
        </w:rPr>
        <w:t>lepinguid koos kavandatavate alltöövõtjate nimede, kontaktandmed ja teabega nende seaduslike esindajate kohta;</w:t>
      </w:r>
    </w:p>
    <w:p w14:paraId="1A637F1E" w14:textId="14E54097" w:rsidR="00EF4859" w:rsidRPr="00013054" w:rsidRDefault="008A2313" w:rsidP="00A05BA8">
      <w:pPr>
        <w:pStyle w:val="Pealkiri31"/>
        <w:tabs>
          <w:tab w:val="left" w:pos="567"/>
        </w:tabs>
        <w:spacing w:after="0" w:line="240" w:lineRule="auto"/>
        <w:ind w:left="0" w:firstLine="0"/>
        <w:jc w:val="both"/>
        <w:rPr>
          <w:rStyle w:val="normal1"/>
          <w:rFonts w:cs="Times New Roman"/>
          <w:szCs w:val="24"/>
        </w:rPr>
      </w:pPr>
      <w:r w:rsidRPr="00013054">
        <w:rPr>
          <w:rFonts w:ascii="Times New Roman" w:hAnsi="Times New Roman" w:cs="Times New Roman"/>
          <w:sz w:val="24"/>
          <w:szCs w:val="24"/>
        </w:rPr>
        <w:t>kinni pidama tööde teostamisel t</w:t>
      </w:r>
      <w:r w:rsidR="00705773" w:rsidRPr="00013054">
        <w:rPr>
          <w:rFonts w:ascii="Times New Roman" w:hAnsi="Times New Roman" w:cs="Times New Roman"/>
          <w:sz w:val="24"/>
          <w:szCs w:val="24"/>
        </w:rPr>
        <w:t xml:space="preserve">ellija poolt kehtestatud keskkonnaalastest käitumisjuhistest ja projektis esitatud </w:t>
      </w:r>
      <w:r w:rsidR="002747CE" w:rsidRPr="00013054">
        <w:rPr>
          <w:rFonts w:ascii="Times New Roman" w:hAnsi="Times New Roman" w:cs="Times New Roman"/>
          <w:sz w:val="24"/>
          <w:szCs w:val="24"/>
        </w:rPr>
        <w:t>ehitus</w:t>
      </w:r>
      <w:r w:rsidR="00705773" w:rsidRPr="00013054">
        <w:rPr>
          <w:rFonts w:ascii="Times New Roman" w:hAnsi="Times New Roman" w:cs="Times New Roman"/>
          <w:sz w:val="24"/>
          <w:szCs w:val="24"/>
        </w:rPr>
        <w:t>objekti omapära arvestavaid nõudeid</w:t>
      </w:r>
      <w:r w:rsidR="00003744" w:rsidRPr="00013054">
        <w:rPr>
          <w:rStyle w:val="normal1"/>
          <w:rFonts w:cs="Times New Roman"/>
          <w:szCs w:val="24"/>
        </w:rPr>
        <w:t xml:space="preserve">. Jälgima </w:t>
      </w:r>
      <w:r w:rsidR="00797D8F" w:rsidRPr="00013054">
        <w:rPr>
          <w:rFonts w:ascii="Times New Roman" w:eastAsia="Times New Roman" w:hAnsi="Times New Roman" w:cs="Times New Roman"/>
          <w:sz w:val="24"/>
          <w:szCs w:val="24"/>
        </w:rPr>
        <w:t>ehitusprojektis peatükk</w:t>
      </w:r>
      <w:r w:rsidR="005B3E49" w:rsidRPr="00013054">
        <w:rPr>
          <w:rFonts w:ascii="Times New Roman" w:eastAsia="Times New Roman" w:hAnsi="Times New Roman" w:cs="Times New Roman"/>
          <w:sz w:val="24"/>
          <w:szCs w:val="24"/>
        </w:rPr>
        <w:t xml:space="preserve"> 8</w:t>
      </w:r>
      <w:r w:rsidR="00E10FCA" w:rsidRPr="00013054">
        <w:rPr>
          <w:rFonts w:ascii="Times New Roman" w:eastAsia="Times New Roman" w:hAnsi="Times New Roman" w:cs="Times New Roman"/>
          <w:sz w:val="24"/>
          <w:szCs w:val="24"/>
        </w:rPr>
        <w:t>. Keskkonnakaitse</w:t>
      </w:r>
      <w:r w:rsidR="00797D8F" w:rsidRPr="00013054">
        <w:rPr>
          <w:rFonts w:ascii="Times New Roman" w:eastAsia="Times New Roman" w:hAnsi="Times New Roman" w:cs="Times New Roman"/>
          <w:sz w:val="24"/>
          <w:szCs w:val="24"/>
        </w:rPr>
        <w:t xml:space="preserve"> </w:t>
      </w:r>
      <w:r w:rsidR="00240C3D" w:rsidRPr="00013054">
        <w:rPr>
          <w:rFonts w:ascii="Times New Roman" w:eastAsia="Times New Roman" w:hAnsi="Times New Roman" w:cs="Times New Roman"/>
          <w:sz w:val="24"/>
          <w:szCs w:val="24"/>
        </w:rPr>
        <w:t xml:space="preserve">(lk </w:t>
      </w:r>
      <w:r w:rsidR="00F9157A" w:rsidRPr="00013054">
        <w:rPr>
          <w:rFonts w:ascii="Times New Roman" w:eastAsia="Times New Roman" w:hAnsi="Times New Roman" w:cs="Times New Roman"/>
          <w:sz w:val="24"/>
          <w:szCs w:val="24"/>
        </w:rPr>
        <w:t>2</w:t>
      </w:r>
      <w:r w:rsidR="00841190" w:rsidRPr="00013054">
        <w:rPr>
          <w:rFonts w:ascii="Times New Roman" w:eastAsia="Times New Roman" w:hAnsi="Times New Roman" w:cs="Times New Roman"/>
          <w:sz w:val="24"/>
          <w:szCs w:val="24"/>
        </w:rPr>
        <w:t>8</w:t>
      </w:r>
      <w:r w:rsidR="00F9157A" w:rsidRPr="00013054">
        <w:rPr>
          <w:rFonts w:ascii="Times New Roman" w:eastAsia="Times New Roman" w:hAnsi="Times New Roman" w:cs="Times New Roman"/>
          <w:sz w:val="24"/>
          <w:szCs w:val="24"/>
        </w:rPr>
        <w:t>-</w:t>
      </w:r>
      <w:r w:rsidR="001A7A2B" w:rsidRPr="00013054">
        <w:rPr>
          <w:rFonts w:ascii="Times New Roman" w:eastAsia="Times New Roman" w:hAnsi="Times New Roman" w:cs="Times New Roman"/>
          <w:sz w:val="24"/>
          <w:szCs w:val="24"/>
        </w:rPr>
        <w:t>2</w:t>
      </w:r>
      <w:r w:rsidR="00841190" w:rsidRPr="00013054">
        <w:rPr>
          <w:rFonts w:ascii="Times New Roman" w:eastAsia="Times New Roman" w:hAnsi="Times New Roman" w:cs="Times New Roman"/>
          <w:sz w:val="24"/>
          <w:szCs w:val="24"/>
        </w:rPr>
        <w:t>9</w:t>
      </w:r>
      <w:r w:rsidR="00240C3D" w:rsidRPr="00013054">
        <w:rPr>
          <w:rFonts w:ascii="Times New Roman" w:eastAsia="Times New Roman" w:hAnsi="Times New Roman" w:cs="Times New Roman"/>
          <w:sz w:val="24"/>
          <w:szCs w:val="24"/>
        </w:rPr>
        <w:t>)</w:t>
      </w:r>
      <w:r w:rsidR="005B3E49" w:rsidRPr="00013054">
        <w:rPr>
          <w:rFonts w:ascii="Times New Roman" w:eastAsia="Times New Roman" w:hAnsi="Times New Roman" w:cs="Times New Roman"/>
          <w:sz w:val="24"/>
          <w:szCs w:val="24"/>
        </w:rPr>
        <w:t xml:space="preserve"> </w:t>
      </w:r>
      <w:r w:rsidR="00003744" w:rsidRPr="00013054">
        <w:rPr>
          <w:rStyle w:val="normal1"/>
          <w:rFonts w:cs="Times New Roman"/>
          <w:szCs w:val="24"/>
        </w:rPr>
        <w:t>ja tellija poolt koost</w:t>
      </w:r>
      <w:r w:rsidR="007C0B9C" w:rsidRPr="00013054">
        <w:rPr>
          <w:rStyle w:val="normal1"/>
          <w:rFonts w:cs="Times New Roman"/>
          <w:szCs w:val="24"/>
        </w:rPr>
        <w:t>atud keskkonnaanalüüsis toodut.</w:t>
      </w:r>
    </w:p>
    <w:p w14:paraId="761062DC" w14:textId="1B78A6A9" w:rsidR="007C0B9C" w:rsidRPr="00013054" w:rsidRDefault="007C0B9C" w:rsidP="007C0B9C">
      <w:pPr>
        <w:pStyle w:val="Pealkiri31"/>
        <w:numPr>
          <w:ilvl w:val="0"/>
          <w:numId w:val="0"/>
        </w:numPr>
        <w:tabs>
          <w:tab w:val="left" w:pos="567"/>
        </w:tabs>
        <w:spacing w:after="0" w:line="240" w:lineRule="auto"/>
        <w:jc w:val="both"/>
        <w:rPr>
          <w:rStyle w:val="normal1"/>
          <w:rFonts w:cs="Times New Roman"/>
          <w:szCs w:val="24"/>
        </w:rPr>
      </w:pPr>
      <w:r w:rsidRPr="00013054">
        <w:rPr>
          <w:rStyle w:val="normal1"/>
          <w:rFonts w:cs="Times New Roman"/>
          <w:szCs w:val="24"/>
        </w:rPr>
        <w:t>Objektil paiknevad järgmised</w:t>
      </w:r>
      <w:r w:rsidR="004926D0" w:rsidRPr="00013054">
        <w:rPr>
          <w:rStyle w:val="normal1"/>
          <w:rFonts w:cs="Times New Roman"/>
          <w:szCs w:val="24"/>
        </w:rPr>
        <w:t xml:space="preserve"> keskkonnaalased piirangud</w:t>
      </w:r>
      <w:r w:rsidRPr="00013054">
        <w:rPr>
          <w:rStyle w:val="normal1"/>
          <w:rFonts w:cs="Times New Roman"/>
          <w:szCs w:val="24"/>
        </w:rPr>
        <w:t>:</w:t>
      </w:r>
    </w:p>
    <w:p w14:paraId="4F093269" w14:textId="77777777" w:rsidR="006A2871" w:rsidRPr="00013054" w:rsidRDefault="00864600" w:rsidP="005421A3">
      <w:pPr>
        <w:pStyle w:val="Loendilik"/>
        <w:tabs>
          <w:tab w:val="left" w:pos="426"/>
        </w:tabs>
        <w:spacing w:after="0" w:line="240" w:lineRule="auto"/>
        <w:ind w:left="0"/>
        <w:jc w:val="both"/>
        <w:rPr>
          <w:rFonts w:ascii="Times New Roman" w:hAnsi="Times New Roman" w:cs="Times New Roman"/>
          <w:i/>
          <w:sz w:val="24"/>
          <w:szCs w:val="24"/>
        </w:rPr>
      </w:pPr>
      <w:r w:rsidRPr="00013054">
        <w:rPr>
          <w:rFonts w:ascii="Times New Roman" w:hAnsi="Times New Roman" w:cs="Times New Roman"/>
          <w:i/>
          <w:sz w:val="24"/>
          <w:szCs w:val="24"/>
        </w:rPr>
        <w:t xml:space="preserve">1 Ahtme </w:t>
      </w:r>
      <w:r w:rsidR="00BC1147" w:rsidRPr="00013054">
        <w:rPr>
          <w:rFonts w:ascii="Times New Roman" w:hAnsi="Times New Roman" w:cs="Times New Roman"/>
          <w:i/>
          <w:sz w:val="24"/>
          <w:szCs w:val="24"/>
        </w:rPr>
        <w:t>tee</w:t>
      </w:r>
      <w:r w:rsidR="005421A3" w:rsidRPr="00013054">
        <w:rPr>
          <w:rFonts w:ascii="Times New Roman" w:hAnsi="Times New Roman" w:cs="Times New Roman"/>
          <w:i/>
          <w:sz w:val="24"/>
          <w:szCs w:val="24"/>
        </w:rPr>
        <w:t xml:space="preserve"> </w:t>
      </w:r>
      <w:r w:rsidRPr="00013054">
        <w:rPr>
          <w:rFonts w:ascii="Times New Roman" w:hAnsi="Times New Roman" w:cs="Times New Roman"/>
          <w:i/>
          <w:sz w:val="24"/>
          <w:szCs w:val="24"/>
        </w:rPr>
        <w:t xml:space="preserve">piirneb </w:t>
      </w:r>
      <w:proofErr w:type="spellStart"/>
      <w:r w:rsidRPr="00013054">
        <w:rPr>
          <w:rFonts w:ascii="Times New Roman" w:hAnsi="Times New Roman" w:cs="Times New Roman"/>
          <w:i/>
          <w:sz w:val="24"/>
          <w:szCs w:val="24"/>
        </w:rPr>
        <w:t>VEP-iga</w:t>
      </w:r>
      <w:proofErr w:type="spellEnd"/>
      <w:r w:rsidRPr="00013054">
        <w:rPr>
          <w:rFonts w:ascii="Times New Roman" w:hAnsi="Times New Roman" w:cs="Times New Roman"/>
          <w:i/>
          <w:sz w:val="24"/>
          <w:szCs w:val="24"/>
        </w:rPr>
        <w:t xml:space="preserve"> nr.204433.5</w:t>
      </w:r>
      <w:r w:rsidR="006A2871" w:rsidRPr="00013054">
        <w:rPr>
          <w:rFonts w:ascii="Times New Roman" w:hAnsi="Times New Roman" w:cs="Times New Roman"/>
          <w:i/>
          <w:sz w:val="24"/>
          <w:szCs w:val="24"/>
        </w:rPr>
        <w:t>;</w:t>
      </w:r>
      <w:r w:rsidR="006A114A" w:rsidRPr="00013054">
        <w:rPr>
          <w:rFonts w:ascii="Times New Roman" w:hAnsi="Times New Roman" w:cs="Times New Roman"/>
          <w:i/>
          <w:sz w:val="24"/>
          <w:szCs w:val="24"/>
        </w:rPr>
        <w:t xml:space="preserve"> </w:t>
      </w:r>
    </w:p>
    <w:p w14:paraId="2CFADC5A" w14:textId="77777777" w:rsidR="006A2871" w:rsidRPr="00013054" w:rsidRDefault="006A114A" w:rsidP="005421A3">
      <w:pPr>
        <w:pStyle w:val="Loendilik"/>
        <w:tabs>
          <w:tab w:val="left" w:pos="426"/>
        </w:tabs>
        <w:spacing w:after="0" w:line="240" w:lineRule="auto"/>
        <w:ind w:left="0"/>
        <w:jc w:val="both"/>
        <w:rPr>
          <w:rFonts w:ascii="Times New Roman" w:hAnsi="Times New Roman" w:cs="Times New Roman"/>
          <w:i/>
          <w:sz w:val="24"/>
          <w:szCs w:val="24"/>
        </w:rPr>
      </w:pPr>
      <w:r w:rsidRPr="00013054">
        <w:rPr>
          <w:rFonts w:ascii="Times New Roman" w:hAnsi="Times New Roman" w:cs="Times New Roman"/>
          <w:i/>
          <w:sz w:val="24"/>
          <w:szCs w:val="24"/>
        </w:rPr>
        <w:t>8 Ahtme tee piirneb VEP nr.208231</w:t>
      </w:r>
      <w:r w:rsidR="00EA0A08" w:rsidRPr="00013054">
        <w:rPr>
          <w:rFonts w:ascii="Times New Roman" w:hAnsi="Times New Roman" w:cs="Times New Roman"/>
          <w:i/>
          <w:sz w:val="24"/>
          <w:szCs w:val="24"/>
        </w:rPr>
        <w:t xml:space="preserve"> ja 40</w:t>
      </w:r>
      <w:r w:rsidR="00F9175E" w:rsidRPr="00013054">
        <w:rPr>
          <w:rFonts w:ascii="Times New Roman" w:hAnsi="Times New Roman" w:cs="Times New Roman"/>
          <w:i/>
          <w:sz w:val="24"/>
          <w:szCs w:val="24"/>
        </w:rPr>
        <w:t xml:space="preserve">m kaugusel asuvad I kaitsekategooria kaitsealuse liigi lehitu </w:t>
      </w:r>
      <w:proofErr w:type="spellStart"/>
      <w:r w:rsidR="00F9175E" w:rsidRPr="00013054">
        <w:rPr>
          <w:rFonts w:ascii="Times New Roman" w:hAnsi="Times New Roman" w:cs="Times New Roman"/>
          <w:i/>
          <w:sz w:val="24"/>
          <w:szCs w:val="24"/>
        </w:rPr>
        <w:t>pisikäpa</w:t>
      </w:r>
      <w:proofErr w:type="spellEnd"/>
      <w:r w:rsidR="00F9175E" w:rsidRPr="00013054">
        <w:rPr>
          <w:rFonts w:ascii="Times New Roman" w:hAnsi="Times New Roman" w:cs="Times New Roman"/>
          <w:i/>
          <w:sz w:val="24"/>
          <w:szCs w:val="24"/>
        </w:rPr>
        <w:t xml:space="preserve"> (</w:t>
      </w:r>
      <w:proofErr w:type="spellStart"/>
      <w:r w:rsidR="00F9175E" w:rsidRPr="00013054">
        <w:rPr>
          <w:rFonts w:ascii="Times New Roman" w:hAnsi="Times New Roman" w:cs="Times New Roman"/>
          <w:i/>
          <w:sz w:val="24"/>
          <w:szCs w:val="24"/>
        </w:rPr>
        <w:t>Epipogium</w:t>
      </w:r>
      <w:proofErr w:type="spellEnd"/>
      <w:r w:rsidR="00F9175E" w:rsidRPr="00013054">
        <w:rPr>
          <w:rFonts w:ascii="Times New Roman" w:hAnsi="Times New Roman" w:cs="Times New Roman"/>
          <w:i/>
          <w:sz w:val="24"/>
          <w:szCs w:val="24"/>
        </w:rPr>
        <w:t xml:space="preserve"> </w:t>
      </w:r>
      <w:proofErr w:type="spellStart"/>
      <w:r w:rsidR="00F9175E" w:rsidRPr="00013054">
        <w:rPr>
          <w:rFonts w:ascii="Times New Roman" w:hAnsi="Times New Roman" w:cs="Times New Roman"/>
          <w:i/>
          <w:sz w:val="24"/>
          <w:szCs w:val="24"/>
        </w:rPr>
        <w:t>aphyllum</w:t>
      </w:r>
      <w:proofErr w:type="spellEnd"/>
      <w:r w:rsidR="00F9175E" w:rsidRPr="00013054">
        <w:rPr>
          <w:rFonts w:ascii="Times New Roman" w:hAnsi="Times New Roman" w:cs="Times New Roman"/>
          <w:i/>
          <w:sz w:val="24"/>
          <w:szCs w:val="24"/>
        </w:rPr>
        <w:t>) leiukoht ja II kaitsekategooria liigi kauni kuldkinga (</w:t>
      </w:r>
      <w:proofErr w:type="spellStart"/>
      <w:r w:rsidR="00F9175E" w:rsidRPr="00013054">
        <w:rPr>
          <w:rFonts w:ascii="Times New Roman" w:hAnsi="Times New Roman" w:cs="Times New Roman"/>
          <w:i/>
          <w:sz w:val="24"/>
          <w:szCs w:val="24"/>
        </w:rPr>
        <w:t>Cypripedium</w:t>
      </w:r>
      <w:proofErr w:type="spellEnd"/>
      <w:r w:rsidR="00F9175E" w:rsidRPr="00013054">
        <w:rPr>
          <w:rFonts w:ascii="Times New Roman" w:hAnsi="Times New Roman" w:cs="Times New Roman"/>
          <w:i/>
          <w:sz w:val="24"/>
          <w:szCs w:val="24"/>
        </w:rPr>
        <w:t xml:space="preserve"> </w:t>
      </w:r>
      <w:proofErr w:type="spellStart"/>
      <w:r w:rsidR="00F9175E" w:rsidRPr="00013054">
        <w:rPr>
          <w:rFonts w:ascii="Times New Roman" w:hAnsi="Times New Roman" w:cs="Times New Roman"/>
          <w:i/>
          <w:sz w:val="24"/>
          <w:szCs w:val="24"/>
        </w:rPr>
        <w:t>calceolus</w:t>
      </w:r>
      <w:proofErr w:type="spellEnd"/>
      <w:r w:rsidR="00F9175E" w:rsidRPr="00013054">
        <w:rPr>
          <w:rFonts w:ascii="Times New Roman" w:hAnsi="Times New Roman" w:cs="Times New Roman"/>
          <w:i/>
          <w:sz w:val="24"/>
          <w:szCs w:val="24"/>
        </w:rPr>
        <w:t>) leiukoht</w:t>
      </w:r>
      <w:r w:rsidR="006A2871" w:rsidRPr="00013054">
        <w:rPr>
          <w:rFonts w:ascii="Times New Roman" w:hAnsi="Times New Roman" w:cs="Times New Roman"/>
          <w:i/>
          <w:sz w:val="24"/>
          <w:szCs w:val="24"/>
        </w:rPr>
        <w:t>;</w:t>
      </w:r>
      <w:r w:rsidR="00F9175E" w:rsidRPr="00013054">
        <w:rPr>
          <w:rFonts w:ascii="Times New Roman" w:hAnsi="Times New Roman" w:cs="Times New Roman"/>
          <w:i/>
          <w:sz w:val="24"/>
          <w:szCs w:val="24"/>
        </w:rPr>
        <w:t xml:space="preserve"> </w:t>
      </w:r>
    </w:p>
    <w:p w14:paraId="62B03EC2" w14:textId="1C6C5F59" w:rsidR="00864600" w:rsidRDefault="006A2871" w:rsidP="002B6688">
      <w:pPr>
        <w:tabs>
          <w:tab w:val="left" w:pos="426"/>
        </w:tabs>
        <w:spacing w:after="0" w:line="240" w:lineRule="auto"/>
        <w:jc w:val="both"/>
        <w:rPr>
          <w:rFonts w:ascii="Times New Roman" w:hAnsi="Times New Roman" w:cs="Times New Roman"/>
          <w:i/>
          <w:sz w:val="24"/>
          <w:szCs w:val="24"/>
        </w:rPr>
      </w:pPr>
      <w:r w:rsidRPr="00013054">
        <w:rPr>
          <w:rFonts w:ascii="Times New Roman" w:hAnsi="Times New Roman" w:cs="Times New Roman"/>
          <w:i/>
          <w:sz w:val="24"/>
          <w:szCs w:val="24"/>
        </w:rPr>
        <w:t>5 Ahtme tee piirneb VEP-</w:t>
      </w:r>
      <w:proofErr w:type="spellStart"/>
      <w:r w:rsidRPr="00013054">
        <w:rPr>
          <w:rFonts w:ascii="Times New Roman" w:hAnsi="Times New Roman" w:cs="Times New Roman"/>
          <w:i/>
          <w:sz w:val="24"/>
          <w:szCs w:val="24"/>
        </w:rPr>
        <w:t>dega</w:t>
      </w:r>
      <w:proofErr w:type="spellEnd"/>
      <w:r w:rsidRPr="00013054">
        <w:rPr>
          <w:rFonts w:ascii="Times New Roman" w:hAnsi="Times New Roman" w:cs="Times New Roman"/>
          <w:i/>
          <w:sz w:val="24"/>
          <w:szCs w:val="24"/>
        </w:rPr>
        <w:t xml:space="preserve"> nr.204426 ja 210121, </w:t>
      </w:r>
      <w:r w:rsidR="007C7067" w:rsidRPr="00013054">
        <w:rPr>
          <w:rFonts w:ascii="Times New Roman" w:hAnsi="Times New Roman" w:cs="Times New Roman"/>
          <w:i/>
          <w:sz w:val="24"/>
          <w:szCs w:val="24"/>
        </w:rPr>
        <w:t>VEP 204375 jääb teest 50m kaugusele</w:t>
      </w:r>
      <w:r w:rsidR="002B6688" w:rsidRPr="00013054">
        <w:rPr>
          <w:rFonts w:ascii="Times New Roman" w:hAnsi="Times New Roman" w:cs="Times New Roman"/>
          <w:i/>
          <w:sz w:val="24"/>
          <w:szCs w:val="24"/>
        </w:rPr>
        <w:t xml:space="preserve"> ja </w:t>
      </w:r>
      <w:r w:rsidR="007C7067" w:rsidRPr="00013054">
        <w:rPr>
          <w:rFonts w:ascii="Times New Roman" w:hAnsi="Times New Roman" w:cs="Times New Roman"/>
          <w:i/>
          <w:sz w:val="24"/>
          <w:szCs w:val="24"/>
        </w:rPr>
        <w:t>VEP 103042 jääb teest 135m kaugusele,</w:t>
      </w:r>
    </w:p>
    <w:p w14:paraId="04928FF5" w14:textId="13659A0B" w:rsidR="002B6688" w:rsidRPr="00737AFC" w:rsidRDefault="002B6688" w:rsidP="002B6688">
      <w:pPr>
        <w:tabs>
          <w:tab w:val="left" w:pos="426"/>
        </w:tabs>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Pihlaka tee </w:t>
      </w:r>
      <w:r w:rsidR="00D170B2" w:rsidRPr="00D170B2">
        <w:rPr>
          <w:rFonts w:ascii="Times New Roman" w:hAnsi="Times New Roman" w:cs="Times New Roman"/>
          <w:i/>
          <w:sz w:val="24"/>
          <w:szCs w:val="24"/>
        </w:rPr>
        <w:t xml:space="preserve">piirneb tee </w:t>
      </w:r>
      <w:proofErr w:type="spellStart"/>
      <w:r w:rsidR="00D170B2" w:rsidRPr="00D170B2">
        <w:rPr>
          <w:rFonts w:ascii="Times New Roman" w:hAnsi="Times New Roman" w:cs="Times New Roman"/>
          <w:i/>
          <w:sz w:val="24"/>
          <w:szCs w:val="24"/>
        </w:rPr>
        <w:t>VEP-iga</w:t>
      </w:r>
      <w:proofErr w:type="spellEnd"/>
      <w:r w:rsidR="00D170B2" w:rsidRPr="00D170B2">
        <w:rPr>
          <w:rFonts w:ascii="Times New Roman" w:hAnsi="Times New Roman" w:cs="Times New Roman"/>
          <w:i/>
          <w:sz w:val="24"/>
          <w:szCs w:val="24"/>
        </w:rPr>
        <w:t xml:space="preserve"> nr.103043</w:t>
      </w:r>
      <w:r w:rsidR="00013054">
        <w:rPr>
          <w:rFonts w:ascii="Times New Roman" w:hAnsi="Times New Roman" w:cs="Times New Roman"/>
          <w:i/>
          <w:sz w:val="24"/>
          <w:szCs w:val="24"/>
        </w:rPr>
        <w:t>.</w:t>
      </w:r>
    </w:p>
    <w:p w14:paraId="77AAC424" w14:textId="77777777" w:rsidR="00705773" w:rsidRPr="00737AFC" w:rsidRDefault="008A2313" w:rsidP="008929D8">
      <w:pPr>
        <w:pStyle w:val="Pealkiri31"/>
        <w:tabs>
          <w:tab w:val="left" w:pos="567"/>
        </w:tabs>
        <w:spacing w:after="0" w:line="240" w:lineRule="auto"/>
        <w:ind w:left="0" w:firstLine="0"/>
        <w:jc w:val="both"/>
        <w:rPr>
          <w:rFonts w:ascii="Times New Roman" w:hAnsi="Times New Roman" w:cs="Times New Roman"/>
          <w:sz w:val="24"/>
          <w:szCs w:val="24"/>
        </w:rPr>
      </w:pPr>
      <w:r w:rsidRPr="00737AFC">
        <w:rPr>
          <w:rFonts w:ascii="Times New Roman" w:hAnsi="Times New Roman" w:cs="Times New Roman"/>
          <w:sz w:val="24"/>
          <w:szCs w:val="24"/>
        </w:rPr>
        <w:t>teostama t</w:t>
      </w:r>
      <w:r w:rsidR="00705773" w:rsidRPr="00737AFC">
        <w:rPr>
          <w:rFonts w:ascii="Times New Roman" w:hAnsi="Times New Roman" w:cs="Times New Roman"/>
          <w:sz w:val="24"/>
          <w:szCs w:val="24"/>
        </w:rPr>
        <w:t xml:space="preserve">ööd, s.h projekti muutmisest </w:t>
      </w:r>
      <w:r w:rsidRPr="00737AFC">
        <w:rPr>
          <w:rFonts w:ascii="Times New Roman" w:hAnsi="Times New Roman" w:cs="Times New Roman"/>
          <w:sz w:val="24"/>
          <w:szCs w:val="24"/>
        </w:rPr>
        <w:t>tulenevad lisatööd, p</w:t>
      </w:r>
      <w:r w:rsidR="00705773" w:rsidRPr="00737AFC">
        <w:rPr>
          <w:rFonts w:ascii="Times New Roman" w:hAnsi="Times New Roman" w:cs="Times New Roman"/>
          <w:sz w:val="24"/>
          <w:szCs w:val="24"/>
        </w:rPr>
        <w:t>akkumises toodud hindadega, tähtaegselt ja k</w:t>
      </w:r>
      <w:r w:rsidRPr="00737AFC">
        <w:rPr>
          <w:rFonts w:ascii="Times New Roman" w:hAnsi="Times New Roman" w:cs="Times New Roman"/>
          <w:sz w:val="24"/>
          <w:szCs w:val="24"/>
        </w:rPr>
        <w:t>valiteetselt ning informeerima t</w:t>
      </w:r>
      <w:r w:rsidR="00705773" w:rsidRPr="00737AFC">
        <w:rPr>
          <w:rFonts w:ascii="Times New Roman" w:hAnsi="Times New Roman" w:cs="Times New Roman"/>
          <w:sz w:val="24"/>
          <w:szCs w:val="24"/>
        </w:rPr>
        <w:t>ellijat tööde või lisatööde hili</w:t>
      </w:r>
      <w:r w:rsidR="00705773" w:rsidRPr="00737AFC">
        <w:rPr>
          <w:rFonts w:ascii="Times New Roman" w:hAnsi="Times New Roman" w:cs="Times New Roman"/>
          <w:sz w:val="24"/>
          <w:szCs w:val="24"/>
        </w:rPr>
        <w:softHyphen/>
        <w:t>ne</w:t>
      </w:r>
      <w:r w:rsidR="00705773" w:rsidRPr="00737AFC">
        <w:rPr>
          <w:rFonts w:ascii="Times New Roman" w:hAnsi="Times New Roman" w:cs="Times New Roman"/>
          <w:sz w:val="24"/>
          <w:szCs w:val="24"/>
        </w:rPr>
        <w:softHyphen/>
        <w:t>misest ja hilinemise põhjustest;</w:t>
      </w:r>
    </w:p>
    <w:p w14:paraId="6D339455" w14:textId="77777777" w:rsidR="00705773" w:rsidRPr="00737AFC"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737AFC">
        <w:rPr>
          <w:rFonts w:ascii="Times New Roman" w:hAnsi="Times New Roman" w:cs="Times New Roman"/>
          <w:sz w:val="24"/>
          <w:szCs w:val="24"/>
        </w:rPr>
        <w:t xml:space="preserve">järgima seaduste, eelkõige metsaseaduse, päästeseaduse ning töötervishoiu ja tööohutuse seaduse, samuti nende alusel antud õigusaktide norme ja tegema kõik endast oleneva, et vältida metsa </w:t>
      </w:r>
      <w:r w:rsidRPr="00737AFC">
        <w:rPr>
          <w:rFonts w:ascii="Times New Roman" w:hAnsi="Times New Roman" w:cs="Times New Roman"/>
          <w:sz w:val="24"/>
          <w:szCs w:val="24"/>
        </w:rPr>
        <w:lastRenderedPageBreak/>
        <w:t xml:space="preserve">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7AFC">
        <w:rPr>
          <w:rFonts w:ascii="Times New Roman" w:hAnsi="Times New Roman" w:cs="Times New Roman"/>
          <w:sz w:val="24"/>
          <w:szCs w:val="24"/>
        </w:rPr>
        <w:t>kaitsma ja hoidma metsa ning täitma metsades tuleohutuse nõudeid, tulekahju puhkemisel informeerima kohese</w:t>
      </w:r>
      <w:r w:rsidR="008A2313" w:rsidRPr="00737AFC">
        <w:rPr>
          <w:rFonts w:ascii="Times New Roman" w:hAnsi="Times New Roman" w:cs="Times New Roman"/>
          <w:sz w:val="24"/>
          <w:szCs w:val="24"/>
        </w:rPr>
        <w:t>lt päästeameti häirekeskust ja t</w:t>
      </w:r>
      <w:r w:rsidRPr="00737AFC">
        <w:rPr>
          <w:rFonts w:ascii="Times New Roman" w:hAnsi="Times New Roman" w:cs="Times New Roman"/>
          <w:sz w:val="24"/>
          <w:szCs w:val="24"/>
        </w:rPr>
        <w:t>ellijat ning teostama esmaseid kustutustöid ning teistes eriolukordades (tormid, üleujutused j</w:t>
      </w:r>
      <w:r w:rsidR="00076CCA" w:rsidRPr="00737AFC">
        <w:rPr>
          <w:rFonts w:ascii="Times New Roman" w:hAnsi="Times New Roman" w:cs="Times New Roman"/>
          <w:sz w:val="24"/>
          <w:szCs w:val="24"/>
        </w:rPr>
        <w:t>ms</w:t>
      </w:r>
      <w:r w:rsidR="008A2313" w:rsidRPr="00737AFC">
        <w:rPr>
          <w:rFonts w:ascii="Times New Roman" w:hAnsi="Times New Roman" w:cs="Times New Roman"/>
          <w:sz w:val="24"/>
          <w:szCs w:val="24"/>
        </w:rPr>
        <w:t>) abistama t</w:t>
      </w:r>
      <w:r w:rsidRPr="00737AFC">
        <w:rPr>
          <w:rFonts w:ascii="Times New Roman" w:hAnsi="Times New Roman" w:cs="Times New Roman"/>
          <w:sz w:val="24"/>
          <w:szCs w:val="24"/>
        </w:rPr>
        <w:t>ellijat oma sündmuskohal või selle läheduses asuva tööjõu ja tehni</w:t>
      </w:r>
      <w:r w:rsidRPr="00BE1A4D">
        <w:rPr>
          <w:rFonts w:ascii="Times New Roman" w:hAnsi="Times New Roman" w:cs="Times New Roman"/>
          <w:sz w:val="24"/>
          <w:szCs w:val="24"/>
        </w:rPr>
        <w:t xml:space="preserve">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 xml:space="preserve">lepingu täitmisel vastavalt vahenditele, mille osas tugineti kvalifitseerimisel </w:t>
            </w:r>
            <w:r w:rsidR="00A92081" w:rsidRPr="00CD01B9">
              <w:rPr>
                <w:rFonts w:ascii="Times New Roman" w:hAnsi="Times New Roman" w:cs="Times New Roman"/>
                <w:sz w:val="24"/>
                <w:szCs w:val="24"/>
              </w:rPr>
              <w:lastRenderedPageBreak/>
              <w:t>(kirjeldada)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2E4660C8"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553958">
        <w:rPr>
          <w:rFonts w:ascii="Times New Roman" w:hAnsi="Times New Roman" w:cs="Times New Roman"/>
          <w:sz w:val="24"/>
          <w:szCs w:val="24"/>
        </w:rPr>
        <w:t>Tellija</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DE2EC92" w14:textId="77777777" w:rsidR="0036529F" w:rsidRDefault="0036529F" w:rsidP="0036529F">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 </w:t>
      </w:r>
    </w:p>
    <w:p w14:paraId="6014BB53" w14:textId="2FFAF884" w:rsidR="0036529F" w:rsidRPr="004047DB" w:rsidRDefault="0036529F" w:rsidP="0036529F">
      <w:pPr>
        <w:pStyle w:val="Pealkiri21"/>
        <w:tabs>
          <w:tab w:val="left" w:pos="567"/>
        </w:tabs>
        <w:spacing w:after="0" w:line="240" w:lineRule="auto"/>
        <w:ind w:left="0" w:firstLine="0"/>
        <w:jc w:val="both"/>
        <w:rPr>
          <w:rFonts w:ascii="Times New Roman" w:hAnsi="Times New Roman" w:cs="Times New Roman"/>
          <w:sz w:val="24"/>
          <w:szCs w:val="24"/>
        </w:rPr>
      </w:pPr>
      <w:r w:rsidRPr="004047DB">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DF115D">
        <w:rPr>
          <w:rFonts w:ascii="Times New Roman" w:hAnsi="Times New Roman" w:cs="Times New Roman"/>
          <w:sz w:val="24"/>
          <w:szCs w:val="24"/>
          <w:highlight w:val="yellow"/>
        </w:rPr>
        <w:t>3</w:t>
      </w:r>
      <w:r w:rsidRPr="004047DB">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047DB">
          <w:rPr>
            <w:rStyle w:val="Hperlink"/>
            <w:rFonts w:ascii="Times New Roman" w:hAnsi="Times New Roman" w:cs="Times New Roman"/>
            <w:sz w:val="24"/>
            <w:szCs w:val="24"/>
            <w:highlight w:val="yellow"/>
          </w:rPr>
          <w:t>https://andmed.stat.ee/et/stat/majandus__hinnad/IA10</w:t>
        </w:r>
      </w:hyperlink>
      <w:r w:rsidRPr="004047DB">
        <w:rPr>
          <w:rFonts w:ascii="Times New Roman" w:hAnsi="Times New Roman" w:cs="Times New Roman"/>
          <w:sz w:val="24"/>
          <w:szCs w:val="24"/>
          <w:highlight w:val="yellow"/>
        </w:rPr>
        <w:t>) avaldatud kvartaalse ehitushinnaindeksi alusel.</w:t>
      </w:r>
    </w:p>
    <w:p w14:paraId="626A16A7" w14:textId="77777777" w:rsidR="0068271C" w:rsidRPr="00E57720"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067E720F"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553958">
        <w:rPr>
          <w:rFonts w:ascii="Times New Roman" w:hAnsi="Times New Roman" w:cs="Times New Roman"/>
          <w:sz w:val="24"/>
          <w:szCs w:val="24"/>
        </w:rPr>
        <w:t>Tellija</w:t>
      </w:r>
      <w:r>
        <w:rPr>
          <w:rFonts w:ascii="Times New Roman" w:hAnsi="Times New Roman" w:cs="Times New Roman"/>
          <w:sz w:val="24"/>
          <w:szCs w:val="24"/>
        </w:rPr>
        <w:t xml:space="preserve"> </w:t>
      </w:r>
      <w:r w:rsidRPr="00E31BC5">
        <w:rPr>
          <w:rFonts w:ascii="Times New Roman" w:hAnsi="Times New Roman" w:cs="Times New Roman"/>
          <w:sz w:val="24"/>
          <w:szCs w:val="24"/>
        </w:rPr>
        <w:t xml:space="preserve">poolt allakirjutamise järel  töövõtja arve alusel 30 (kolmekümne) tööpäeva jooksul. Tellijal on õigus kinni pidada tasu vaegtööde olemasolul vaegtööde maksumuse ulatuses kuni vaegtööde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01758EAE" w:rsidR="00B1084B" w:rsidRPr="00737AFC"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kes juhendab tööde läbiviimist, annab töövõtjale vajalikku informatsiooni ja kontrollib tööde kvaliteeti</w:t>
      </w:r>
      <w:r w:rsidR="00A43226" w:rsidRPr="00737AFC">
        <w:rPr>
          <w:rFonts w:ascii="Times New Roman" w:hAnsi="Times New Roman" w:cs="Times New Roman"/>
          <w:bCs/>
          <w:sz w:val="24"/>
          <w:szCs w:val="24"/>
        </w:rPr>
        <w:t xml:space="preserve">, </w:t>
      </w:r>
      <w:r w:rsidR="000D545C" w:rsidRPr="00737AFC">
        <w:rPr>
          <w:rFonts w:ascii="Times New Roman" w:hAnsi="Times New Roman" w:cs="Times New Roman"/>
          <w:bCs/>
          <w:sz w:val="24"/>
          <w:szCs w:val="24"/>
        </w:rPr>
        <w:t>on</w:t>
      </w:r>
      <w:r w:rsidR="000D545C" w:rsidRPr="00737AFC">
        <w:rPr>
          <w:rFonts w:ascii="Times New Roman" w:hAnsi="Times New Roman" w:cs="Times New Roman"/>
          <w:b/>
          <w:bCs/>
          <w:sz w:val="24"/>
          <w:szCs w:val="24"/>
        </w:rPr>
        <w:t xml:space="preserve"> </w:t>
      </w:r>
      <w:r w:rsidR="000D545C" w:rsidRPr="00737AFC">
        <w:rPr>
          <w:rFonts w:ascii="Times New Roman" w:hAnsi="Times New Roman" w:cs="Times New Roman"/>
          <w:sz w:val="24"/>
          <w:szCs w:val="24"/>
        </w:rPr>
        <w:t xml:space="preserve">metsaparandaja </w:t>
      </w:r>
      <w:r w:rsidR="00737AFC" w:rsidRPr="00737AFC">
        <w:rPr>
          <w:rFonts w:ascii="Times New Roman" w:eastAsia="Times New Roman" w:hAnsi="Times New Roman" w:cs="Times New Roman"/>
          <w:sz w:val="24"/>
          <w:szCs w:val="24"/>
        </w:rPr>
        <w:t xml:space="preserve">Maie Rummel, tel: 514 0460; e-post </w:t>
      </w:r>
      <w:hyperlink r:id="rId11" w:history="1">
        <w:r w:rsidR="00737AFC" w:rsidRPr="00737AFC">
          <w:rPr>
            <w:rStyle w:val="Hperlink"/>
            <w:rFonts w:ascii="Times New Roman" w:eastAsia="Times New Roman" w:hAnsi="Times New Roman" w:cs="Times New Roman"/>
            <w:sz w:val="24"/>
            <w:szCs w:val="24"/>
          </w:rPr>
          <w:t>maie.rummel@rmk.ee</w:t>
        </w:r>
      </w:hyperlink>
      <w:r w:rsidR="00420CC1" w:rsidRPr="00737AFC">
        <w:rPr>
          <w:rFonts w:ascii="Times New Roman" w:eastAsia="Times New Roman" w:hAnsi="Times New Roman" w:cs="Times New Roman"/>
          <w:sz w:val="24"/>
          <w:szCs w:val="24"/>
        </w:rPr>
        <w:t>.</w:t>
      </w:r>
      <w:r w:rsidR="00737AFC" w:rsidRPr="00737AFC">
        <w:rPr>
          <w:rFonts w:ascii="Times New Roman" w:eastAsia="Times New Roman" w:hAnsi="Times New Roman" w:cs="Times New Roman"/>
          <w:sz w:val="24"/>
          <w:szCs w:val="24"/>
        </w:rPr>
        <w:t xml:space="preserve"> </w:t>
      </w:r>
      <w:r w:rsidR="00420CC1" w:rsidRPr="00737AFC">
        <w:rPr>
          <w:rFonts w:ascii="Times New Roman" w:eastAsia="Times New Roman" w:hAnsi="Times New Roman" w:cs="Times New Roman"/>
          <w:sz w:val="24"/>
          <w:szCs w:val="24"/>
        </w:rPr>
        <w:t xml:space="preserve"> </w:t>
      </w:r>
      <w:r w:rsidR="00362D78" w:rsidRPr="00737AFC">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737AFC">
        <w:rPr>
          <w:rFonts w:ascii="Times New Roman" w:hAnsi="Times New Roman" w:cs="Times New Roman"/>
          <w:bCs/>
          <w:sz w:val="24"/>
          <w:szCs w:val="24"/>
        </w:rPr>
        <w:t>Töövõtja esindaja töö</w:t>
      </w:r>
      <w:r w:rsidRPr="00B1084B">
        <w:rPr>
          <w:rFonts w:ascii="Times New Roman" w:hAnsi="Times New Roman" w:cs="Times New Roman"/>
          <w:bCs/>
          <w:sz w:val="24"/>
          <w:szCs w:val="24"/>
        </w:rPr>
        <w:t xml:space="preserve">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Tellijal on õigus taganeda lepingust, kui töövõtja süül ei ole suudetud kooskõlastada tööde algus kuupäeva või on hilinenud algus kuupäevaks kirjeldatud tööde alustamisega enam kui 1 (ühe) kuu.</w:t>
      </w:r>
    </w:p>
    <w:p w14:paraId="0415A95C" w14:textId="77777777" w:rsidR="00076CCA" w:rsidRPr="00CD01B9" w:rsidRDefault="00076CCA"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76458A"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4252755" w:rsidR="00705773" w:rsidRDefault="0076458A" w:rsidP="00177B2A">
            <w:pPr>
              <w:jc w:val="both"/>
              <w:rPr>
                <w:sz w:val="24"/>
                <w:szCs w:val="24"/>
              </w:rPr>
            </w:pPr>
            <w:r>
              <w:rPr>
                <w:sz w:val="24"/>
                <w:szCs w:val="24"/>
              </w:rPr>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76458A"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76458A"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3CC239E8" w14:textId="77777777" w:rsidR="002571B2" w:rsidRPr="0050772E" w:rsidRDefault="002571B2" w:rsidP="002571B2">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4F5C181266A04A429A1CA554CC28677D"/>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84841E298D6C4F58B95ACB93F75ACD6F"/>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bookmarkEnd w:id="2"/>
    </w:p>
    <w:p w14:paraId="0234482F" w14:textId="77777777" w:rsidR="002571B2" w:rsidRPr="00FE2065" w:rsidRDefault="002571B2" w:rsidP="002571B2">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AC1F0D1" w14:textId="77777777" w:rsidR="002571B2" w:rsidRPr="00FE2065" w:rsidRDefault="002571B2" w:rsidP="002571B2">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6D404F2D" w14:textId="77777777" w:rsidR="002571B2" w:rsidRPr="00FE2065" w:rsidRDefault="002571B2" w:rsidP="002571B2">
      <w:pPr>
        <w:spacing w:after="0" w:line="240" w:lineRule="auto"/>
        <w:jc w:val="both"/>
        <w:rPr>
          <w:rFonts w:ascii="Times New Roman" w:hAnsi="Times New Roman" w:cs="Times New Roman"/>
          <w:sz w:val="24"/>
          <w:szCs w:val="24"/>
        </w:rPr>
      </w:pPr>
    </w:p>
    <w:p w14:paraId="572A6C9B" w14:textId="77777777" w:rsidR="002571B2" w:rsidRPr="00FE2065" w:rsidRDefault="002571B2" w:rsidP="002571B2">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8F06FACBD856431D974925F609A12705"/>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F2067C1D58314DA7A2E2BC7C04109C3F"/>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11954882" w14:textId="77777777" w:rsidR="002571B2" w:rsidRPr="00FE2065" w:rsidRDefault="002571B2" w:rsidP="002571B2">
      <w:pPr>
        <w:spacing w:after="0" w:line="240" w:lineRule="auto"/>
        <w:jc w:val="both"/>
        <w:rPr>
          <w:rFonts w:ascii="Times New Roman" w:hAnsi="Times New Roman" w:cs="Times New Roman"/>
          <w:b/>
          <w:color w:val="000000" w:themeColor="text1"/>
          <w:sz w:val="24"/>
          <w:szCs w:val="24"/>
        </w:rPr>
      </w:pPr>
    </w:p>
    <w:p w14:paraId="270B60AB" w14:textId="77777777" w:rsidR="002571B2" w:rsidRPr="00FE2065" w:rsidRDefault="002571B2" w:rsidP="002571B2">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7A8857DC" w14:textId="77777777" w:rsidR="002571B2" w:rsidRPr="00FE2065" w:rsidRDefault="002571B2" w:rsidP="002571B2">
      <w:pPr>
        <w:spacing w:after="0" w:line="240" w:lineRule="auto"/>
        <w:jc w:val="both"/>
        <w:rPr>
          <w:rFonts w:ascii="Times New Roman" w:hAnsi="Times New Roman" w:cs="Times New Roman"/>
          <w:sz w:val="24"/>
          <w:szCs w:val="24"/>
        </w:rPr>
      </w:pPr>
    </w:p>
    <w:p w14:paraId="5B9F87A9" w14:textId="77777777" w:rsidR="002571B2" w:rsidRDefault="002571B2" w:rsidP="002571B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1224383D"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128E2779"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728CFFFB"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264534C6"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p>
    <w:p w14:paraId="48065BAF" w14:textId="77777777" w:rsidR="002571B2" w:rsidRDefault="002571B2" w:rsidP="002571B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36F8148D"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6639461A"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E434E54"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3720C229"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7EC569F8"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767F4F71"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0D17A81A"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p>
    <w:p w14:paraId="5F989F45" w14:textId="77777777" w:rsidR="002571B2" w:rsidRDefault="002571B2" w:rsidP="002571B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7D23123F"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45800893"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5BD5DBD2"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365F0120"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75BAE96F"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E9A4C19"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20662FD4"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B459C34"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p>
    <w:p w14:paraId="0886359C" w14:textId="77777777" w:rsidR="002571B2" w:rsidRDefault="002571B2" w:rsidP="002571B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FC3566C"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23D74248" w14:textId="77777777" w:rsidR="002571B2" w:rsidRDefault="002571B2" w:rsidP="002571B2">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14167DDB" w14:textId="77777777" w:rsidR="002571B2" w:rsidRDefault="002571B2" w:rsidP="002571B2">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3DE6E8CA" w14:textId="77777777" w:rsidR="002571B2" w:rsidRDefault="002571B2" w:rsidP="002571B2">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5E7D69FE" w14:textId="77777777" w:rsidR="002571B2" w:rsidRDefault="002571B2" w:rsidP="002571B2">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0C582299" w14:textId="77777777" w:rsidR="002571B2" w:rsidRDefault="002571B2" w:rsidP="002571B2">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2C33FB95"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1475F37"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0A1CA3E4"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7C80C51"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p>
    <w:p w14:paraId="208D3287" w14:textId="77777777" w:rsidR="002571B2" w:rsidRDefault="002571B2" w:rsidP="002571B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63D83A3C"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793EFDCA"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009B211A"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5A519984" w14:textId="77777777" w:rsidR="002571B2" w:rsidRDefault="002571B2" w:rsidP="002571B2">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077B4A34" w14:textId="77777777" w:rsidR="002571B2" w:rsidRDefault="002571B2" w:rsidP="002571B2">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FDA6564" w14:textId="77777777" w:rsidR="002571B2" w:rsidRDefault="002571B2" w:rsidP="002571B2">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18705F28"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9FF535B"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432D8B06"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453B2B2A"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09F3B6C3"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p>
    <w:p w14:paraId="65B71BC6" w14:textId="77777777" w:rsidR="002571B2" w:rsidRDefault="002571B2" w:rsidP="002571B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3CB158F7"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AAED3FE"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7B66E"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62EE56E0" w14:textId="77777777" w:rsidR="002571B2" w:rsidRPr="00FE2065" w:rsidRDefault="002571B2" w:rsidP="002571B2">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6C87C310" w14:textId="77777777" w:rsidR="002571B2" w:rsidRDefault="002571B2" w:rsidP="002571B2">
      <w:pPr>
        <w:spacing w:after="0" w:line="240" w:lineRule="auto"/>
        <w:jc w:val="both"/>
        <w:outlineLvl w:val="0"/>
        <w:rPr>
          <w:rFonts w:ascii="Times New Roman" w:hAnsi="Times New Roman" w:cs="Times New Roman"/>
          <w:b/>
          <w:sz w:val="24"/>
          <w:szCs w:val="24"/>
        </w:rPr>
      </w:pPr>
    </w:p>
    <w:p w14:paraId="2F532809" w14:textId="77777777" w:rsidR="002571B2" w:rsidRPr="00FE2065" w:rsidRDefault="002571B2" w:rsidP="002571B2">
      <w:pPr>
        <w:spacing w:after="0" w:line="240" w:lineRule="auto"/>
        <w:jc w:val="both"/>
        <w:outlineLvl w:val="0"/>
        <w:rPr>
          <w:rFonts w:ascii="Times New Roman" w:hAnsi="Times New Roman" w:cs="Times New Roman"/>
          <w:b/>
          <w:sz w:val="24"/>
          <w:szCs w:val="24"/>
        </w:rPr>
      </w:pPr>
    </w:p>
    <w:p w14:paraId="2433B86A" w14:textId="77777777" w:rsidR="002571B2" w:rsidRPr="00FE2065" w:rsidRDefault="002571B2" w:rsidP="002571B2">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6F36777F" w14:textId="77777777" w:rsidR="002571B2" w:rsidRPr="00FE2065" w:rsidRDefault="002571B2" w:rsidP="002571B2">
      <w:pPr>
        <w:spacing w:after="0" w:line="240" w:lineRule="auto"/>
        <w:jc w:val="both"/>
        <w:rPr>
          <w:rFonts w:ascii="Times New Roman" w:hAnsi="Times New Roman" w:cs="Times New Roman"/>
          <w:sz w:val="24"/>
          <w:szCs w:val="24"/>
        </w:rPr>
      </w:pPr>
    </w:p>
    <w:p w14:paraId="17933DCC" w14:textId="77777777" w:rsidR="002571B2" w:rsidRPr="00FE2065" w:rsidRDefault="002571B2" w:rsidP="002571B2">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571B2" w14:paraId="6795BF2F" w14:textId="77777777" w:rsidTr="00B65D34">
        <w:tc>
          <w:tcPr>
            <w:tcW w:w="4606" w:type="dxa"/>
          </w:tcPr>
          <w:p w14:paraId="06B67BED" w14:textId="77777777" w:rsidR="002571B2" w:rsidRDefault="002571B2" w:rsidP="00B65D34">
            <w:pPr>
              <w:jc w:val="both"/>
            </w:pPr>
          </w:p>
        </w:tc>
        <w:tc>
          <w:tcPr>
            <w:tcW w:w="4606" w:type="dxa"/>
          </w:tcPr>
          <w:p w14:paraId="21BCEB25" w14:textId="77777777" w:rsidR="002571B2" w:rsidRDefault="002571B2" w:rsidP="00B65D34">
            <w:pPr>
              <w:jc w:val="both"/>
            </w:pPr>
          </w:p>
        </w:tc>
      </w:tr>
      <w:tr w:rsidR="002571B2" w14:paraId="2485034C" w14:textId="77777777" w:rsidTr="00B65D34">
        <w:tc>
          <w:tcPr>
            <w:tcW w:w="4606" w:type="dxa"/>
          </w:tcPr>
          <w:p w14:paraId="76D4589F" w14:textId="77777777" w:rsidR="002571B2" w:rsidRPr="002C6717" w:rsidRDefault="0076458A" w:rsidP="00B65D34">
            <w:pPr>
              <w:jc w:val="both"/>
              <w:rPr>
                <w:sz w:val="24"/>
                <w:szCs w:val="24"/>
              </w:rPr>
            </w:pPr>
            <w:sdt>
              <w:sdtPr>
                <w:rPr>
                  <w:sz w:val="24"/>
                  <w:szCs w:val="24"/>
                </w:rPr>
                <w:id w:val="1096833988"/>
                <w:placeholder>
                  <w:docPart w:val="7E70F1C07F3244809CE2CD0519410F04"/>
                </w:placeholder>
                <w:comboBox>
                  <w:listItem w:displayText=" " w:value=" "/>
                  <w:listItem w:displayText="(allkirjastatud digitaalselt)" w:value="(allkirjastatud digitaalselt)"/>
                </w:comboBox>
              </w:sdtPr>
              <w:sdtEndPr/>
              <w:sdtContent>
                <w:r w:rsidR="002571B2">
                  <w:rPr>
                    <w:sz w:val="24"/>
                    <w:szCs w:val="24"/>
                  </w:rPr>
                  <w:t>(allkirjastatud digitaalselt)</w:t>
                </w:r>
              </w:sdtContent>
            </w:sdt>
          </w:p>
        </w:tc>
        <w:tc>
          <w:tcPr>
            <w:tcW w:w="4606" w:type="dxa"/>
          </w:tcPr>
          <w:p w14:paraId="4B58B0D7" w14:textId="77777777" w:rsidR="002571B2" w:rsidRPr="002C6717" w:rsidRDefault="0076458A" w:rsidP="00B65D34">
            <w:pPr>
              <w:jc w:val="both"/>
              <w:rPr>
                <w:sz w:val="24"/>
                <w:szCs w:val="24"/>
              </w:rPr>
            </w:pPr>
            <w:sdt>
              <w:sdtPr>
                <w:rPr>
                  <w:sz w:val="24"/>
                  <w:szCs w:val="24"/>
                </w:rPr>
                <w:id w:val="-992566896"/>
                <w:placeholder>
                  <w:docPart w:val="914ABC1ADE934B98A2B80A78D218D304"/>
                </w:placeholder>
                <w:comboBox>
                  <w:listItem w:displayText=" " w:value=" "/>
                  <w:listItem w:displayText="(allkirjastatud digitaalselt)" w:value="(allkirjastatud digitaalselt)"/>
                </w:comboBox>
              </w:sdtPr>
              <w:sdtEndPr/>
              <w:sdtContent>
                <w:r w:rsidR="002571B2">
                  <w:rPr>
                    <w:sz w:val="24"/>
                    <w:szCs w:val="24"/>
                  </w:rPr>
                  <w:t>(allkirjastatud digitaalselt)</w:t>
                </w:r>
              </w:sdtContent>
            </w:sdt>
          </w:p>
        </w:tc>
      </w:tr>
      <w:tr w:rsidR="002571B2" w14:paraId="241EF8FB" w14:textId="77777777" w:rsidTr="00B65D34">
        <w:tc>
          <w:tcPr>
            <w:tcW w:w="4606" w:type="dxa"/>
          </w:tcPr>
          <w:p w14:paraId="1DDC3043" w14:textId="77777777" w:rsidR="002571B2" w:rsidRPr="002C6717" w:rsidRDefault="002571B2" w:rsidP="00B65D34">
            <w:pPr>
              <w:jc w:val="both"/>
              <w:rPr>
                <w:sz w:val="24"/>
                <w:szCs w:val="24"/>
              </w:rPr>
            </w:pPr>
          </w:p>
        </w:tc>
        <w:tc>
          <w:tcPr>
            <w:tcW w:w="4606" w:type="dxa"/>
          </w:tcPr>
          <w:p w14:paraId="23342FEA" w14:textId="77777777" w:rsidR="002571B2" w:rsidRPr="002C6717" w:rsidRDefault="002571B2" w:rsidP="00B65D34">
            <w:pPr>
              <w:jc w:val="both"/>
              <w:rPr>
                <w:sz w:val="24"/>
                <w:szCs w:val="24"/>
              </w:rPr>
            </w:pPr>
          </w:p>
        </w:tc>
      </w:tr>
      <w:tr w:rsidR="002571B2" w14:paraId="50945BA8" w14:textId="77777777" w:rsidTr="00B65D34">
        <w:tc>
          <w:tcPr>
            <w:tcW w:w="4606" w:type="dxa"/>
          </w:tcPr>
          <w:p w14:paraId="534267E9" w14:textId="77777777" w:rsidR="002571B2" w:rsidRPr="002C6717" w:rsidRDefault="002571B2" w:rsidP="00B65D34">
            <w:pPr>
              <w:jc w:val="both"/>
              <w:rPr>
                <w:sz w:val="24"/>
                <w:szCs w:val="24"/>
              </w:rPr>
            </w:pPr>
            <w:r w:rsidRPr="00240C3D">
              <w:rPr>
                <w:sz w:val="24"/>
                <w:szCs w:val="24"/>
                <w:lang w:eastAsia="en-US"/>
              </w:rPr>
              <w:t>Margus Reimann</w:t>
            </w:r>
          </w:p>
        </w:tc>
        <w:tc>
          <w:tcPr>
            <w:tcW w:w="4606" w:type="dxa"/>
          </w:tcPr>
          <w:p w14:paraId="35992E5C" w14:textId="77777777" w:rsidR="002571B2" w:rsidRPr="002C6717" w:rsidRDefault="002571B2" w:rsidP="00B65D34">
            <w:pPr>
              <w:jc w:val="both"/>
              <w:rPr>
                <w:sz w:val="24"/>
                <w:szCs w:val="24"/>
              </w:rPr>
            </w:pPr>
            <w:r>
              <w:rPr>
                <w:sz w:val="24"/>
                <w:szCs w:val="24"/>
              </w:rPr>
              <w:t>……………………..</w:t>
            </w:r>
          </w:p>
        </w:tc>
      </w:tr>
    </w:tbl>
    <w:p w14:paraId="668D2CDF" w14:textId="77777777" w:rsidR="002571B2" w:rsidRDefault="002571B2" w:rsidP="002571B2">
      <w:pPr>
        <w:rPr>
          <w:rFonts w:ascii="Times New Roman" w:hAnsi="Times New Roman" w:cs="Times New Roman"/>
          <w:sz w:val="24"/>
          <w:szCs w:val="24"/>
        </w:rPr>
      </w:pPr>
      <w:r>
        <w:rPr>
          <w:rFonts w:ascii="Times New Roman" w:hAnsi="Times New Roman" w:cs="Times New Roman"/>
          <w:sz w:val="24"/>
          <w:szCs w:val="24"/>
        </w:rPr>
        <w:br w:type="page"/>
      </w:r>
    </w:p>
    <w:p w14:paraId="50FF55FB" w14:textId="77777777" w:rsidR="002571B2" w:rsidRPr="0050772E" w:rsidRDefault="002571B2" w:rsidP="002571B2">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3F0210F5044947C48FD4A9C11C9F937D"/>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2A1232E7841246BCA8F816BC280A913B"/>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6E925865" w14:textId="77777777" w:rsidR="002571B2" w:rsidRPr="003F3A57" w:rsidRDefault="002571B2" w:rsidP="002571B2">
      <w:pPr>
        <w:spacing w:after="0" w:line="360" w:lineRule="auto"/>
        <w:jc w:val="both"/>
        <w:rPr>
          <w:rFonts w:ascii="Times New Roman" w:eastAsia="Calibri" w:hAnsi="Times New Roman" w:cs="Times New Roman"/>
          <w:color w:val="000000"/>
          <w:sz w:val="24"/>
        </w:rPr>
      </w:pPr>
    </w:p>
    <w:p w14:paraId="7F560F34" w14:textId="77777777" w:rsidR="002571B2" w:rsidRPr="003F3A57" w:rsidRDefault="002571B2" w:rsidP="002571B2">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2392291D" w14:textId="77777777" w:rsidR="002571B2" w:rsidRDefault="002571B2" w:rsidP="002571B2">
      <w:pPr>
        <w:spacing w:after="0" w:line="360" w:lineRule="auto"/>
        <w:jc w:val="both"/>
        <w:rPr>
          <w:rFonts w:ascii="Times New Roman" w:eastAsia="Calibri" w:hAnsi="Times New Roman" w:cs="Times New Roman"/>
          <w:color w:val="000000"/>
          <w:sz w:val="24"/>
        </w:rPr>
      </w:pPr>
    </w:p>
    <w:p w14:paraId="394014AD" w14:textId="77777777" w:rsidR="002571B2" w:rsidRPr="003F3A57" w:rsidRDefault="002571B2" w:rsidP="002571B2">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6A661433" w14:textId="77777777" w:rsidR="002571B2" w:rsidRPr="003F3A57" w:rsidRDefault="002571B2" w:rsidP="002571B2">
      <w:pPr>
        <w:spacing w:after="0" w:line="360" w:lineRule="auto"/>
        <w:jc w:val="both"/>
        <w:rPr>
          <w:rFonts w:ascii="Times New Roman" w:eastAsia="Calibri" w:hAnsi="Times New Roman" w:cs="Times New Roman"/>
          <w:color w:val="000000"/>
          <w:sz w:val="24"/>
        </w:rPr>
      </w:pPr>
    </w:p>
    <w:p w14:paraId="6921E32F" w14:textId="77777777" w:rsidR="002571B2" w:rsidRPr="003F3A57" w:rsidRDefault="002571B2" w:rsidP="002571B2">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5415692D"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5470BACA"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840AF590670F4CC0B1D41E1BB52751D6"/>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03BAB040"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C084B10" w14:textId="77777777" w:rsidR="002571B2" w:rsidRPr="003F3A57" w:rsidRDefault="002571B2" w:rsidP="002571B2">
      <w:pPr>
        <w:spacing w:after="240" w:line="240" w:lineRule="auto"/>
        <w:ind w:left="-6"/>
        <w:jc w:val="both"/>
        <w:rPr>
          <w:rFonts w:ascii="Times New Roman" w:eastAsia="Calibri" w:hAnsi="Times New Roman" w:cs="Times New Roman"/>
          <w:color w:val="000000"/>
          <w:sz w:val="24"/>
        </w:rPr>
      </w:pPr>
    </w:p>
    <w:p w14:paraId="5534670C" w14:textId="77777777" w:rsidR="002571B2" w:rsidRPr="003F3A57" w:rsidRDefault="002571B2" w:rsidP="002571B2">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56622714"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0E81FD70"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2BE47CFE"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779BE4CD"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32A58615"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1315A5FA" w14:textId="77777777" w:rsidR="002571B2" w:rsidRPr="003F3A57" w:rsidRDefault="002571B2" w:rsidP="002571B2">
      <w:pPr>
        <w:spacing w:after="240" w:line="240" w:lineRule="auto"/>
        <w:ind w:left="-6"/>
        <w:jc w:val="both"/>
        <w:rPr>
          <w:rFonts w:ascii="Times New Roman" w:eastAsia="Calibri" w:hAnsi="Times New Roman" w:cs="Times New Roman"/>
          <w:color w:val="000000"/>
          <w:sz w:val="24"/>
        </w:rPr>
      </w:pPr>
    </w:p>
    <w:p w14:paraId="408D3333" w14:textId="77777777" w:rsidR="002571B2" w:rsidRPr="003F3A57" w:rsidRDefault="002571B2" w:rsidP="002571B2">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Andmete töötlemine</w:t>
      </w:r>
    </w:p>
    <w:p w14:paraId="03F1FB08"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75380AAA" w14:textId="77777777" w:rsidR="002571B2" w:rsidRPr="003F3A57" w:rsidRDefault="002571B2" w:rsidP="002571B2">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1FE14C5" w14:textId="77777777" w:rsidR="002571B2" w:rsidRPr="003F3A57" w:rsidRDefault="002571B2" w:rsidP="002571B2">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0B6F8A88" w14:textId="77777777" w:rsidR="002571B2" w:rsidRPr="003F3A57" w:rsidRDefault="002571B2" w:rsidP="002571B2">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51224964" w14:textId="77777777" w:rsidR="002571B2" w:rsidRPr="003F3A57" w:rsidRDefault="002571B2" w:rsidP="002571B2">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2B6664D3" w14:textId="77777777" w:rsidR="002571B2" w:rsidRPr="003F3A57" w:rsidRDefault="002571B2" w:rsidP="002571B2">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1236C59A" w14:textId="77777777" w:rsidR="002571B2" w:rsidRPr="003F3A57" w:rsidRDefault="002571B2" w:rsidP="002571B2">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5A475B58" w14:textId="77777777" w:rsidR="002571B2" w:rsidRPr="003F3A57" w:rsidRDefault="002571B2" w:rsidP="002571B2">
      <w:pPr>
        <w:spacing w:after="240" w:line="240" w:lineRule="auto"/>
        <w:jc w:val="both"/>
        <w:rPr>
          <w:rFonts w:ascii="Times New Roman" w:eastAsia="Calibri" w:hAnsi="Times New Roman" w:cs="Times New Roman"/>
          <w:color w:val="000000"/>
          <w:sz w:val="24"/>
        </w:rPr>
      </w:pPr>
    </w:p>
    <w:p w14:paraId="7E8813DC" w14:textId="77777777" w:rsidR="002571B2" w:rsidRPr="003F3A57" w:rsidRDefault="002571B2" w:rsidP="002571B2">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56ED768"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484A8D9E"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6F27C242" w14:textId="77777777" w:rsidR="002571B2" w:rsidRPr="003F3A57" w:rsidRDefault="002571B2" w:rsidP="002571B2">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63545257" w14:textId="77777777" w:rsidR="002571B2" w:rsidRPr="003F3A57" w:rsidRDefault="002571B2" w:rsidP="002571B2">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34E7B0E4" w14:textId="77777777" w:rsidR="002571B2" w:rsidRPr="003F3A57" w:rsidRDefault="002571B2" w:rsidP="002571B2">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3779FA23" w14:textId="77777777" w:rsidR="002571B2" w:rsidRPr="003F3A57" w:rsidRDefault="002571B2" w:rsidP="002571B2">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5D7DEC5A" w14:textId="77777777" w:rsidR="002571B2" w:rsidRPr="003F3A57" w:rsidRDefault="002571B2" w:rsidP="002571B2">
      <w:pPr>
        <w:spacing w:after="240" w:line="240" w:lineRule="auto"/>
        <w:ind w:left="-6"/>
        <w:jc w:val="both"/>
        <w:rPr>
          <w:rFonts w:ascii="Times New Roman" w:eastAsia="Calibri" w:hAnsi="Times New Roman" w:cs="Times New Roman"/>
          <w:color w:val="000000"/>
          <w:sz w:val="24"/>
        </w:rPr>
      </w:pPr>
    </w:p>
    <w:p w14:paraId="42E11827" w14:textId="77777777" w:rsidR="002571B2" w:rsidRPr="003F3A57" w:rsidRDefault="002571B2" w:rsidP="002571B2">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506879BE"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5313453D"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5541F7C"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2748A839"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296A53D2"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6F1E7335"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7E36A2E0" w14:textId="77777777" w:rsidR="002571B2" w:rsidRPr="003F3A57" w:rsidRDefault="002571B2" w:rsidP="002571B2">
      <w:pPr>
        <w:shd w:val="clear" w:color="auto" w:fill="FFFFFF"/>
        <w:spacing w:after="60" w:line="276" w:lineRule="auto"/>
        <w:jc w:val="both"/>
        <w:rPr>
          <w:rFonts w:ascii="Times New Roman" w:eastAsia="Calibri" w:hAnsi="Times New Roman" w:cs="Times New Roman"/>
          <w:b/>
          <w:color w:val="000000"/>
          <w:sz w:val="24"/>
        </w:rPr>
      </w:pPr>
    </w:p>
    <w:p w14:paraId="11135780" w14:textId="77777777" w:rsidR="002571B2" w:rsidRPr="003F3A57" w:rsidRDefault="002571B2" w:rsidP="002571B2">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2E10812C" w14:textId="77777777" w:rsidR="002571B2" w:rsidRPr="003F3A57" w:rsidRDefault="002571B2" w:rsidP="002571B2">
      <w:pPr>
        <w:shd w:val="clear" w:color="auto" w:fill="FFFFFF"/>
        <w:spacing w:after="60" w:line="276" w:lineRule="auto"/>
        <w:jc w:val="both"/>
        <w:rPr>
          <w:rFonts w:ascii="Times New Roman" w:eastAsia="Calibri" w:hAnsi="Times New Roman" w:cs="Times New Roman"/>
          <w:b/>
          <w:color w:val="000000"/>
          <w:sz w:val="24"/>
        </w:rPr>
      </w:pPr>
    </w:p>
    <w:p w14:paraId="4A384D40" w14:textId="77777777" w:rsidR="002571B2" w:rsidRPr="003F3A57" w:rsidRDefault="002571B2" w:rsidP="002571B2">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CF8690A" w14:textId="77777777" w:rsidR="002571B2" w:rsidRPr="003F3A57" w:rsidRDefault="002571B2" w:rsidP="002571B2">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82207DEE8D54191890F1F1D985B7CDC"/>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10E287D7" w14:textId="77777777" w:rsidR="002571B2" w:rsidRPr="003F3A57" w:rsidRDefault="002571B2" w:rsidP="002571B2">
      <w:pPr>
        <w:spacing w:after="0" w:line="360" w:lineRule="auto"/>
        <w:jc w:val="both"/>
        <w:rPr>
          <w:rFonts w:ascii="Times New Roman" w:eastAsia="Calibri" w:hAnsi="Times New Roman" w:cs="Times New Roman"/>
          <w:color w:val="000000"/>
          <w:sz w:val="24"/>
        </w:rPr>
      </w:pPr>
    </w:p>
    <w:p w14:paraId="5D820976" w14:textId="77777777" w:rsidR="002571B2" w:rsidRPr="003F3A57" w:rsidRDefault="0076458A" w:rsidP="002571B2">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556B398251CA4B0993FCF202B3FD9952"/>
          </w:placeholder>
          <w:comboBox>
            <w:listItem w:displayText=" " w:value=" "/>
            <w:listItem w:displayText="(allkirjastatud digitaalselt)" w:value="(allkirjastatud digitaalselt)"/>
          </w:comboBox>
        </w:sdtPr>
        <w:sdtEndPr/>
        <w:sdtContent>
          <w:r w:rsidR="002571B2">
            <w:rPr>
              <w:rFonts w:ascii="Times New Roman" w:eastAsia="Calibri" w:hAnsi="Times New Roman" w:cs="Times New Roman"/>
              <w:b/>
              <w:color w:val="000000"/>
              <w:sz w:val="24"/>
            </w:rPr>
            <w:t>(allkirjastatud digitaalselt)</w:t>
          </w:r>
        </w:sdtContent>
      </w:sdt>
      <w:r w:rsidR="002571B2" w:rsidRPr="003F3A57">
        <w:rPr>
          <w:rFonts w:ascii="Times New Roman" w:eastAsia="Calibri" w:hAnsi="Times New Roman" w:cs="Times New Roman"/>
          <w:b/>
          <w:color w:val="000000"/>
          <w:sz w:val="24"/>
        </w:rPr>
        <w:tab/>
      </w:r>
      <w:r w:rsidR="002571B2" w:rsidRPr="003F3A57">
        <w:rPr>
          <w:rFonts w:ascii="Times New Roman" w:eastAsia="Calibri" w:hAnsi="Times New Roman" w:cs="Times New Roman"/>
          <w:b/>
          <w:color w:val="000000"/>
          <w:sz w:val="24"/>
        </w:rPr>
        <w:tab/>
      </w:r>
      <w:r w:rsidR="002571B2" w:rsidRPr="003F3A57">
        <w:rPr>
          <w:rFonts w:ascii="Times New Roman" w:eastAsia="Calibri" w:hAnsi="Times New Roman" w:cs="Times New Roman"/>
          <w:b/>
          <w:color w:val="000000"/>
          <w:sz w:val="24"/>
        </w:rPr>
        <w:tab/>
      </w:r>
      <w:r w:rsidR="002571B2"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668B8BCE27B74BA280E1BBFA06337AB8"/>
          </w:placeholder>
          <w:comboBox>
            <w:listItem w:displayText=" " w:value=" "/>
            <w:listItem w:displayText="(allkirjastatud digitaalselt)" w:value="(allkirjastatud digitaalselt)"/>
          </w:comboBox>
        </w:sdtPr>
        <w:sdtEndPr/>
        <w:sdtContent>
          <w:r w:rsidR="002571B2">
            <w:rPr>
              <w:rFonts w:ascii="Times New Roman" w:eastAsia="Calibri" w:hAnsi="Times New Roman" w:cs="Times New Roman"/>
              <w:b/>
              <w:color w:val="000000"/>
              <w:sz w:val="24"/>
            </w:rPr>
            <w:t>(allkirjastatud digitaalselt)</w:t>
          </w:r>
        </w:sdtContent>
      </w:sdt>
      <w:r w:rsidR="002571B2" w:rsidRPr="003F3A57">
        <w:rPr>
          <w:rFonts w:ascii="Times New Roman" w:eastAsia="Calibri" w:hAnsi="Times New Roman" w:cs="Times New Roman"/>
          <w:b/>
          <w:color w:val="000000"/>
          <w:sz w:val="24"/>
        </w:rPr>
        <w:tab/>
      </w:r>
    </w:p>
    <w:p w14:paraId="60B1E335" w14:textId="77777777" w:rsidR="002571B2" w:rsidRPr="003F3A57" w:rsidRDefault="002571B2" w:rsidP="002571B2">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2571B2" w14:paraId="5D189254" w14:textId="77777777" w:rsidTr="00B65D34">
        <w:tc>
          <w:tcPr>
            <w:tcW w:w="4822" w:type="dxa"/>
          </w:tcPr>
          <w:p w14:paraId="23666550" w14:textId="77777777" w:rsidR="002571B2" w:rsidRPr="00FE2065" w:rsidRDefault="002571B2" w:rsidP="00B65D34">
            <w:pPr>
              <w:jc w:val="both"/>
              <w:rPr>
                <w:sz w:val="24"/>
                <w:szCs w:val="24"/>
              </w:rPr>
            </w:pPr>
            <w:r w:rsidRPr="00240C3D">
              <w:rPr>
                <w:sz w:val="24"/>
                <w:szCs w:val="24"/>
                <w:lang w:eastAsia="en-US"/>
              </w:rPr>
              <w:t>Margus Reimann</w:t>
            </w:r>
          </w:p>
        </w:tc>
        <w:tc>
          <w:tcPr>
            <w:tcW w:w="4250" w:type="dxa"/>
          </w:tcPr>
          <w:p w14:paraId="2A49679C" w14:textId="77777777" w:rsidR="002571B2" w:rsidRPr="00FE2065" w:rsidRDefault="002571B2" w:rsidP="00B65D34">
            <w:pPr>
              <w:jc w:val="both"/>
              <w:rPr>
                <w:sz w:val="24"/>
                <w:szCs w:val="24"/>
              </w:rPr>
            </w:pPr>
            <w:r>
              <w:rPr>
                <w:sz w:val="24"/>
                <w:szCs w:val="24"/>
              </w:rPr>
              <w:t>………………</w:t>
            </w:r>
          </w:p>
        </w:tc>
      </w:tr>
    </w:tbl>
    <w:p w14:paraId="2128A283" w14:textId="77777777" w:rsidR="00C57E63" w:rsidRPr="00FE2065" w:rsidRDefault="00C57E63" w:rsidP="002571B2">
      <w:pPr>
        <w:spacing w:line="240" w:lineRule="auto"/>
        <w:ind w:left="5670"/>
        <w:outlineLvl w:val="0"/>
        <w:rPr>
          <w:rFonts w:ascii="Times New Roman" w:hAnsi="Times New Roman" w:cs="Times New Roman"/>
          <w:sz w:val="24"/>
          <w:szCs w:val="24"/>
        </w:rPr>
      </w:pPr>
    </w:p>
    <w:sectPr w:rsidR="00C57E63" w:rsidRPr="00FE2065" w:rsidSect="00D83016">
      <w:type w:val="continuous"/>
      <w:pgSz w:w="11906" w:h="16838"/>
      <w:pgMar w:top="851" w:right="849" w:bottom="1276"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821CC" w14:textId="77777777" w:rsidR="00C2716E" w:rsidRDefault="00C2716E" w:rsidP="00705773">
      <w:pPr>
        <w:spacing w:after="0" w:line="240" w:lineRule="auto"/>
      </w:pPr>
      <w:r>
        <w:separator/>
      </w:r>
    </w:p>
  </w:endnote>
  <w:endnote w:type="continuationSeparator" w:id="0">
    <w:p w14:paraId="6F75ACC2" w14:textId="77777777" w:rsidR="00C2716E" w:rsidRDefault="00C2716E"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3BCF5" w14:textId="77777777" w:rsidR="00C2716E" w:rsidRDefault="00C2716E" w:rsidP="00705773">
      <w:pPr>
        <w:spacing w:after="0" w:line="240" w:lineRule="auto"/>
      </w:pPr>
      <w:r>
        <w:separator/>
      </w:r>
    </w:p>
  </w:footnote>
  <w:footnote w:type="continuationSeparator" w:id="0">
    <w:p w14:paraId="6EFF8E2C" w14:textId="77777777" w:rsidR="00C2716E" w:rsidRDefault="00C2716E"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76DE29B3" w:rsidR="00FB604C" w:rsidRDefault="00FB604C" w:rsidP="007B3401">
        <w:pPr>
          <w:pStyle w:val="Pis"/>
          <w:tabs>
            <w:tab w:val="clear" w:pos="4536"/>
          </w:tabs>
          <w:ind w:left="4536"/>
          <w:jc w:val="right"/>
        </w:pPr>
        <w:r>
          <w:fldChar w:fldCharType="begin"/>
        </w:r>
        <w:r>
          <w:instrText>PAGE   \* MERGEFORMAT</w:instrText>
        </w:r>
        <w:r>
          <w:fldChar w:fldCharType="separate"/>
        </w:r>
        <w:r w:rsidR="00131FCE">
          <w:rPr>
            <w:noProof/>
          </w:rPr>
          <w:t>9</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59353915">
    <w:abstractNumId w:val="0"/>
  </w:num>
  <w:num w:numId="2" w16cid:durableId="958801113">
    <w:abstractNumId w:val="2"/>
  </w:num>
  <w:num w:numId="3" w16cid:durableId="776603841">
    <w:abstractNumId w:val="1"/>
  </w:num>
  <w:num w:numId="4" w16cid:durableId="387074077">
    <w:abstractNumId w:val="4"/>
  </w:num>
  <w:num w:numId="5" w16cid:durableId="45880223">
    <w:abstractNumId w:val="3"/>
  </w:num>
  <w:num w:numId="6" w16cid:durableId="1232426667">
    <w:abstractNumId w:val="9"/>
  </w:num>
  <w:num w:numId="7" w16cid:durableId="1436174850">
    <w:abstractNumId w:val="8"/>
  </w:num>
  <w:num w:numId="8" w16cid:durableId="752893568">
    <w:abstractNumId w:val="7"/>
  </w:num>
  <w:num w:numId="9" w16cid:durableId="1670253470">
    <w:abstractNumId w:val="5"/>
  </w:num>
  <w:num w:numId="10" w16cid:durableId="5520857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ocumentProtection w:edit="forms"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3054"/>
    <w:rsid w:val="000156B6"/>
    <w:rsid w:val="00033FC5"/>
    <w:rsid w:val="00036EAF"/>
    <w:rsid w:val="0004420C"/>
    <w:rsid w:val="0005144C"/>
    <w:rsid w:val="00052C71"/>
    <w:rsid w:val="00060C70"/>
    <w:rsid w:val="00064DF5"/>
    <w:rsid w:val="000663B2"/>
    <w:rsid w:val="00075726"/>
    <w:rsid w:val="00076CCA"/>
    <w:rsid w:val="00096AC2"/>
    <w:rsid w:val="000A42B5"/>
    <w:rsid w:val="000A4D66"/>
    <w:rsid w:val="000A6F56"/>
    <w:rsid w:val="000B19CE"/>
    <w:rsid w:val="000C23AF"/>
    <w:rsid w:val="000C3743"/>
    <w:rsid w:val="000C4124"/>
    <w:rsid w:val="000D545C"/>
    <w:rsid w:val="000D6420"/>
    <w:rsid w:val="000D6BF8"/>
    <w:rsid w:val="000F2C04"/>
    <w:rsid w:val="000F6C7B"/>
    <w:rsid w:val="00107D6D"/>
    <w:rsid w:val="0011651D"/>
    <w:rsid w:val="001175F4"/>
    <w:rsid w:val="0012352D"/>
    <w:rsid w:val="00126497"/>
    <w:rsid w:val="00131FCE"/>
    <w:rsid w:val="00132919"/>
    <w:rsid w:val="00136222"/>
    <w:rsid w:val="00143BEB"/>
    <w:rsid w:val="00144026"/>
    <w:rsid w:val="00154D28"/>
    <w:rsid w:val="00156510"/>
    <w:rsid w:val="00164848"/>
    <w:rsid w:val="001653A0"/>
    <w:rsid w:val="00174C1E"/>
    <w:rsid w:val="00175C9A"/>
    <w:rsid w:val="00176C45"/>
    <w:rsid w:val="00177B2A"/>
    <w:rsid w:val="001A3016"/>
    <w:rsid w:val="001A347F"/>
    <w:rsid w:val="001A7A2B"/>
    <w:rsid w:val="001B4095"/>
    <w:rsid w:val="001C46CC"/>
    <w:rsid w:val="001E43DF"/>
    <w:rsid w:val="001E5D59"/>
    <w:rsid w:val="001F53F7"/>
    <w:rsid w:val="00201C05"/>
    <w:rsid w:val="00211F31"/>
    <w:rsid w:val="0022315F"/>
    <w:rsid w:val="00230643"/>
    <w:rsid w:val="00237467"/>
    <w:rsid w:val="0023764E"/>
    <w:rsid w:val="00240C3D"/>
    <w:rsid w:val="00245FE2"/>
    <w:rsid w:val="00246934"/>
    <w:rsid w:val="002571B2"/>
    <w:rsid w:val="002747CE"/>
    <w:rsid w:val="00281267"/>
    <w:rsid w:val="0029422D"/>
    <w:rsid w:val="00295C04"/>
    <w:rsid w:val="002A0F58"/>
    <w:rsid w:val="002A3077"/>
    <w:rsid w:val="002A510C"/>
    <w:rsid w:val="002A65DC"/>
    <w:rsid w:val="002B106D"/>
    <w:rsid w:val="002B2823"/>
    <w:rsid w:val="002B6688"/>
    <w:rsid w:val="002C258F"/>
    <w:rsid w:val="002C6717"/>
    <w:rsid w:val="002D00AD"/>
    <w:rsid w:val="002D1BF4"/>
    <w:rsid w:val="002D615A"/>
    <w:rsid w:val="002E3E18"/>
    <w:rsid w:val="002E46EF"/>
    <w:rsid w:val="00300A22"/>
    <w:rsid w:val="00320DDC"/>
    <w:rsid w:val="003403F1"/>
    <w:rsid w:val="00342A7D"/>
    <w:rsid w:val="00346054"/>
    <w:rsid w:val="00352C29"/>
    <w:rsid w:val="0035454A"/>
    <w:rsid w:val="00362D78"/>
    <w:rsid w:val="0036529F"/>
    <w:rsid w:val="003655AF"/>
    <w:rsid w:val="003704DC"/>
    <w:rsid w:val="003762BF"/>
    <w:rsid w:val="00385D15"/>
    <w:rsid w:val="003901F8"/>
    <w:rsid w:val="003924E6"/>
    <w:rsid w:val="003B0383"/>
    <w:rsid w:val="003B0B0F"/>
    <w:rsid w:val="003D3775"/>
    <w:rsid w:val="003D4923"/>
    <w:rsid w:val="003E3F83"/>
    <w:rsid w:val="00404E5C"/>
    <w:rsid w:val="00420CC1"/>
    <w:rsid w:val="00421F03"/>
    <w:rsid w:val="00426EB8"/>
    <w:rsid w:val="00435415"/>
    <w:rsid w:val="00435E02"/>
    <w:rsid w:val="004610D6"/>
    <w:rsid w:val="00473835"/>
    <w:rsid w:val="0047690D"/>
    <w:rsid w:val="004863B0"/>
    <w:rsid w:val="004926D0"/>
    <w:rsid w:val="004939A2"/>
    <w:rsid w:val="00494163"/>
    <w:rsid w:val="004B1E9F"/>
    <w:rsid w:val="004B315A"/>
    <w:rsid w:val="004C1119"/>
    <w:rsid w:val="004C1F0A"/>
    <w:rsid w:val="004D53C3"/>
    <w:rsid w:val="004D7234"/>
    <w:rsid w:val="004E7551"/>
    <w:rsid w:val="004F5D8E"/>
    <w:rsid w:val="005012FE"/>
    <w:rsid w:val="00505358"/>
    <w:rsid w:val="0050772E"/>
    <w:rsid w:val="005103C7"/>
    <w:rsid w:val="00521D53"/>
    <w:rsid w:val="00527C0C"/>
    <w:rsid w:val="00531C47"/>
    <w:rsid w:val="005421A3"/>
    <w:rsid w:val="0055062F"/>
    <w:rsid w:val="00550BD1"/>
    <w:rsid w:val="00553958"/>
    <w:rsid w:val="00556771"/>
    <w:rsid w:val="00561A0F"/>
    <w:rsid w:val="005628B4"/>
    <w:rsid w:val="00562E2E"/>
    <w:rsid w:val="0056467F"/>
    <w:rsid w:val="00566437"/>
    <w:rsid w:val="00572C92"/>
    <w:rsid w:val="00582353"/>
    <w:rsid w:val="00591DCC"/>
    <w:rsid w:val="00593801"/>
    <w:rsid w:val="005A05B8"/>
    <w:rsid w:val="005B3E49"/>
    <w:rsid w:val="005E0883"/>
    <w:rsid w:val="005F7669"/>
    <w:rsid w:val="00611608"/>
    <w:rsid w:val="00645DCF"/>
    <w:rsid w:val="00647FC4"/>
    <w:rsid w:val="00657AA9"/>
    <w:rsid w:val="00657B0E"/>
    <w:rsid w:val="0066511C"/>
    <w:rsid w:val="00665AF3"/>
    <w:rsid w:val="006710C0"/>
    <w:rsid w:val="006731FB"/>
    <w:rsid w:val="0068271C"/>
    <w:rsid w:val="006879DE"/>
    <w:rsid w:val="006A114A"/>
    <w:rsid w:val="006A2871"/>
    <w:rsid w:val="006A5C51"/>
    <w:rsid w:val="006A7AB6"/>
    <w:rsid w:val="006C167B"/>
    <w:rsid w:val="006C7751"/>
    <w:rsid w:val="006D5CAA"/>
    <w:rsid w:val="006E45A0"/>
    <w:rsid w:val="006E76D5"/>
    <w:rsid w:val="006F28BE"/>
    <w:rsid w:val="006F46F7"/>
    <w:rsid w:val="006F5B87"/>
    <w:rsid w:val="006F7841"/>
    <w:rsid w:val="0070499B"/>
    <w:rsid w:val="00704FEE"/>
    <w:rsid w:val="00705773"/>
    <w:rsid w:val="00716C86"/>
    <w:rsid w:val="00720E3E"/>
    <w:rsid w:val="00726839"/>
    <w:rsid w:val="00727584"/>
    <w:rsid w:val="00735A3A"/>
    <w:rsid w:val="00737307"/>
    <w:rsid w:val="00737AFC"/>
    <w:rsid w:val="007451F1"/>
    <w:rsid w:val="00753EFD"/>
    <w:rsid w:val="00761D7C"/>
    <w:rsid w:val="0076458A"/>
    <w:rsid w:val="00765A0F"/>
    <w:rsid w:val="00772077"/>
    <w:rsid w:val="00773EA3"/>
    <w:rsid w:val="00787167"/>
    <w:rsid w:val="00795EAC"/>
    <w:rsid w:val="00797D8F"/>
    <w:rsid w:val="007A427E"/>
    <w:rsid w:val="007B3401"/>
    <w:rsid w:val="007C0B9C"/>
    <w:rsid w:val="007C7067"/>
    <w:rsid w:val="007D545A"/>
    <w:rsid w:val="007F3944"/>
    <w:rsid w:val="00804615"/>
    <w:rsid w:val="00805107"/>
    <w:rsid w:val="00807879"/>
    <w:rsid w:val="00813406"/>
    <w:rsid w:val="0081395D"/>
    <w:rsid w:val="00815B0C"/>
    <w:rsid w:val="00841190"/>
    <w:rsid w:val="00841D8B"/>
    <w:rsid w:val="008454CD"/>
    <w:rsid w:val="00845D28"/>
    <w:rsid w:val="00864600"/>
    <w:rsid w:val="008723AA"/>
    <w:rsid w:val="008929D8"/>
    <w:rsid w:val="008A2313"/>
    <w:rsid w:val="008B5144"/>
    <w:rsid w:val="008B78B6"/>
    <w:rsid w:val="008C316C"/>
    <w:rsid w:val="008C486E"/>
    <w:rsid w:val="008C6D05"/>
    <w:rsid w:val="008D1C0E"/>
    <w:rsid w:val="008D4AF3"/>
    <w:rsid w:val="008F07A8"/>
    <w:rsid w:val="00930AE1"/>
    <w:rsid w:val="00936D94"/>
    <w:rsid w:val="0095274F"/>
    <w:rsid w:val="00955FB6"/>
    <w:rsid w:val="00964EF6"/>
    <w:rsid w:val="00971D69"/>
    <w:rsid w:val="0098052B"/>
    <w:rsid w:val="0098600A"/>
    <w:rsid w:val="00987177"/>
    <w:rsid w:val="00993638"/>
    <w:rsid w:val="009B1081"/>
    <w:rsid w:val="009B262F"/>
    <w:rsid w:val="009D16AB"/>
    <w:rsid w:val="009D47F5"/>
    <w:rsid w:val="009D5EC5"/>
    <w:rsid w:val="009E2C79"/>
    <w:rsid w:val="009E5EC6"/>
    <w:rsid w:val="009F210B"/>
    <w:rsid w:val="00A05BA8"/>
    <w:rsid w:val="00A1642F"/>
    <w:rsid w:val="00A23909"/>
    <w:rsid w:val="00A32F4F"/>
    <w:rsid w:val="00A338CC"/>
    <w:rsid w:val="00A41C1D"/>
    <w:rsid w:val="00A43226"/>
    <w:rsid w:val="00A7004A"/>
    <w:rsid w:val="00A74649"/>
    <w:rsid w:val="00A769A3"/>
    <w:rsid w:val="00A76BD6"/>
    <w:rsid w:val="00A777AE"/>
    <w:rsid w:val="00A903B3"/>
    <w:rsid w:val="00A90492"/>
    <w:rsid w:val="00A92081"/>
    <w:rsid w:val="00AA0CBB"/>
    <w:rsid w:val="00AA3C72"/>
    <w:rsid w:val="00AA7D22"/>
    <w:rsid w:val="00AB192C"/>
    <w:rsid w:val="00AC26BD"/>
    <w:rsid w:val="00AC2DD6"/>
    <w:rsid w:val="00AE5542"/>
    <w:rsid w:val="00AF5E2E"/>
    <w:rsid w:val="00B0669E"/>
    <w:rsid w:val="00B1084B"/>
    <w:rsid w:val="00B11A0D"/>
    <w:rsid w:val="00B2088B"/>
    <w:rsid w:val="00B239B4"/>
    <w:rsid w:val="00B25B6B"/>
    <w:rsid w:val="00B27E8E"/>
    <w:rsid w:val="00B34C0C"/>
    <w:rsid w:val="00B4132B"/>
    <w:rsid w:val="00B45F35"/>
    <w:rsid w:val="00B554C2"/>
    <w:rsid w:val="00B62887"/>
    <w:rsid w:val="00B6333D"/>
    <w:rsid w:val="00B70023"/>
    <w:rsid w:val="00B71760"/>
    <w:rsid w:val="00B72909"/>
    <w:rsid w:val="00B826FD"/>
    <w:rsid w:val="00B908A9"/>
    <w:rsid w:val="00B96956"/>
    <w:rsid w:val="00BA5F37"/>
    <w:rsid w:val="00BB36A5"/>
    <w:rsid w:val="00BC1147"/>
    <w:rsid w:val="00BC2AAD"/>
    <w:rsid w:val="00BD28F6"/>
    <w:rsid w:val="00BD54A3"/>
    <w:rsid w:val="00BE1A4D"/>
    <w:rsid w:val="00BE2DFC"/>
    <w:rsid w:val="00BE7126"/>
    <w:rsid w:val="00BF29BC"/>
    <w:rsid w:val="00BF407C"/>
    <w:rsid w:val="00BF4F5B"/>
    <w:rsid w:val="00C163EF"/>
    <w:rsid w:val="00C177E3"/>
    <w:rsid w:val="00C2716E"/>
    <w:rsid w:val="00C30DA7"/>
    <w:rsid w:val="00C46BBC"/>
    <w:rsid w:val="00C50193"/>
    <w:rsid w:val="00C5102E"/>
    <w:rsid w:val="00C57E63"/>
    <w:rsid w:val="00C74515"/>
    <w:rsid w:val="00C869BE"/>
    <w:rsid w:val="00C91E96"/>
    <w:rsid w:val="00C94A1D"/>
    <w:rsid w:val="00CA3267"/>
    <w:rsid w:val="00CC3CC1"/>
    <w:rsid w:val="00CC6626"/>
    <w:rsid w:val="00CD01B9"/>
    <w:rsid w:val="00CE364A"/>
    <w:rsid w:val="00CE7F25"/>
    <w:rsid w:val="00CF42C1"/>
    <w:rsid w:val="00D0300B"/>
    <w:rsid w:val="00D07FE1"/>
    <w:rsid w:val="00D170B2"/>
    <w:rsid w:val="00D3527A"/>
    <w:rsid w:val="00D44D3C"/>
    <w:rsid w:val="00D4639A"/>
    <w:rsid w:val="00D47D23"/>
    <w:rsid w:val="00D55A49"/>
    <w:rsid w:val="00D57B01"/>
    <w:rsid w:val="00D62819"/>
    <w:rsid w:val="00D63883"/>
    <w:rsid w:val="00D65F16"/>
    <w:rsid w:val="00D83016"/>
    <w:rsid w:val="00D908F8"/>
    <w:rsid w:val="00D921F8"/>
    <w:rsid w:val="00DA4177"/>
    <w:rsid w:val="00DA51CC"/>
    <w:rsid w:val="00DC47AE"/>
    <w:rsid w:val="00DD3DC4"/>
    <w:rsid w:val="00DD78EF"/>
    <w:rsid w:val="00DE706F"/>
    <w:rsid w:val="00DF115D"/>
    <w:rsid w:val="00E031BB"/>
    <w:rsid w:val="00E10FCA"/>
    <w:rsid w:val="00E172A6"/>
    <w:rsid w:val="00E31834"/>
    <w:rsid w:val="00E31BC5"/>
    <w:rsid w:val="00E50701"/>
    <w:rsid w:val="00E54F51"/>
    <w:rsid w:val="00E7790D"/>
    <w:rsid w:val="00E84463"/>
    <w:rsid w:val="00E931E8"/>
    <w:rsid w:val="00EA0A08"/>
    <w:rsid w:val="00EA2B33"/>
    <w:rsid w:val="00EB7A3D"/>
    <w:rsid w:val="00ED7875"/>
    <w:rsid w:val="00EE3A60"/>
    <w:rsid w:val="00EF4859"/>
    <w:rsid w:val="00EF5204"/>
    <w:rsid w:val="00F017FE"/>
    <w:rsid w:val="00F02043"/>
    <w:rsid w:val="00F060DD"/>
    <w:rsid w:val="00F11846"/>
    <w:rsid w:val="00F12BDD"/>
    <w:rsid w:val="00F232E9"/>
    <w:rsid w:val="00F3265A"/>
    <w:rsid w:val="00F33597"/>
    <w:rsid w:val="00F33E9D"/>
    <w:rsid w:val="00F413B8"/>
    <w:rsid w:val="00F424E4"/>
    <w:rsid w:val="00F46D2D"/>
    <w:rsid w:val="00F60636"/>
    <w:rsid w:val="00F65412"/>
    <w:rsid w:val="00F71CCE"/>
    <w:rsid w:val="00F9006C"/>
    <w:rsid w:val="00F9157A"/>
    <w:rsid w:val="00F9175E"/>
    <w:rsid w:val="00F93A07"/>
    <w:rsid w:val="00F960F2"/>
    <w:rsid w:val="00FA287C"/>
    <w:rsid w:val="00FB0662"/>
    <w:rsid w:val="00FB4B14"/>
    <w:rsid w:val="00FB511D"/>
    <w:rsid w:val="00FB604C"/>
    <w:rsid w:val="00FC1424"/>
    <w:rsid w:val="00FC5031"/>
    <w:rsid w:val="00FC5D46"/>
    <w:rsid w:val="00FD4634"/>
    <w:rsid w:val="00FD5881"/>
    <w:rsid w:val="00FE2065"/>
    <w:rsid w:val="00FE5455"/>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737A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ie.rummel@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4F5C181266A04A429A1CA554CC28677D"/>
        <w:category>
          <w:name w:val="Üldine"/>
          <w:gallery w:val="placeholder"/>
        </w:category>
        <w:types>
          <w:type w:val="bbPlcHdr"/>
        </w:types>
        <w:behaviors>
          <w:behavior w:val="content"/>
        </w:behaviors>
        <w:guid w:val="{4A49AFEE-D4CB-455E-B001-5C55A9C3B6BF}"/>
      </w:docPartPr>
      <w:docPartBody>
        <w:p w:rsidR="007F37B3" w:rsidRDefault="000444DB" w:rsidP="000444DB">
          <w:pPr>
            <w:pStyle w:val="4F5C181266A04A429A1CA554CC28677D"/>
          </w:pPr>
          <w:r w:rsidRPr="003F6A59">
            <w:rPr>
              <w:rStyle w:val="Kohatitetekst"/>
            </w:rPr>
            <w:t>[Company]</w:t>
          </w:r>
        </w:p>
      </w:docPartBody>
    </w:docPart>
    <w:docPart>
      <w:docPartPr>
        <w:name w:val="84841E298D6C4F58B95ACB93F75ACD6F"/>
        <w:category>
          <w:name w:val="Üldine"/>
          <w:gallery w:val="placeholder"/>
        </w:category>
        <w:types>
          <w:type w:val="bbPlcHdr"/>
        </w:types>
        <w:behaviors>
          <w:behavior w:val="content"/>
        </w:behaviors>
        <w:guid w:val="{1D622291-CEDA-422C-A27A-950D7BFF8F43}"/>
      </w:docPartPr>
      <w:docPartBody>
        <w:p w:rsidR="007F37B3" w:rsidRDefault="000444DB" w:rsidP="000444DB">
          <w:pPr>
            <w:pStyle w:val="84841E298D6C4F58B95ACB93F75ACD6F"/>
          </w:pPr>
          <w:r w:rsidRPr="00BE118B">
            <w:rPr>
              <w:rStyle w:val="Kohatitetekst"/>
            </w:rPr>
            <w:t>Click here to enter a date.</w:t>
          </w:r>
        </w:p>
      </w:docPartBody>
    </w:docPart>
    <w:docPart>
      <w:docPartPr>
        <w:name w:val="8F06FACBD856431D974925F609A12705"/>
        <w:category>
          <w:name w:val="Üldine"/>
          <w:gallery w:val="placeholder"/>
        </w:category>
        <w:types>
          <w:type w:val="bbPlcHdr"/>
        </w:types>
        <w:behaviors>
          <w:behavior w:val="content"/>
        </w:behaviors>
        <w:guid w:val="{2996BB2F-6606-4BB2-B33A-B4FEA016FE65}"/>
      </w:docPartPr>
      <w:docPartBody>
        <w:p w:rsidR="007F37B3" w:rsidRDefault="000444DB" w:rsidP="000444DB">
          <w:pPr>
            <w:pStyle w:val="8F06FACBD856431D974925F609A12705"/>
          </w:pPr>
          <w:r w:rsidRPr="003F6A59">
            <w:rPr>
              <w:rStyle w:val="Kohatitetekst"/>
            </w:rPr>
            <w:t>[Company]</w:t>
          </w:r>
        </w:p>
      </w:docPartBody>
    </w:docPart>
    <w:docPart>
      <w:docPartPr>
        <w:name w:val="F2067C1D58314DA7A2E2BC7C04109C3F"/>
        <w:category>
          <w:name w:val="Üldine"/>
          <w:gallery w:val="placeholder"/>
        </w:category>
        <w:types>
          <w:type w:val="bbPlcHdr"/>
        </w:types>
        <w:behaviors>
          <w:behavior w:val="content"/>
        </w:behaviors>
        <w:guid w:val="{A4662DBD-1B05-4C27-A618-3956F97A4EDE}"/>
      </w:docPartPr>
      <w:docPartBody>
        <w:p w:rsidR="007F37B3" w:rsidRDefault="000444DB" w:rsidP="000444DB">
          <w:pPr>
            <w:pStyle w:val="F2067C1D58314DA7A2E2BC7C04109C3F"/>
          </w:pPr>
          <w:r w:rsidRPr="00BE118B">
            <w:rPr>
              <w:rStyle w:val="Kohatitetekst"/>
            </w:rPr>
            <w:t>Click here to enter a date.</w:t>
          </w:r>
        </w:p>
      </w:docPartBody>
    </w:docPart>
    <w:docPart>
      <w:docPartPr>
        <w:name w:val="7E70F1C07F3244809CE2CD0519410F04"/>
        <w:category>
          <w:name w:val="Üldine"/>
          <w:gallery w:val="placeholder"/>
        </w:category>
        <w:types>
          <w:type w:val="bbPlcHdr"/>
        </w:types>
        <w:behaviors>
          <w:behavior w:val="content"/>
        </w:behaviors>
        <w:guid w:val="{61C766FB-3DF7-4AFB-8CF1-4B57CEAD9F47}"/>
      </w:docPartPr>
      <w:docPartBody>
        <w:p w:rsidR="007F37B3" w:rsidRDefault="000444DB" w:rsidP="000444DB">
          <w:pPr>
            <w:pStyle w:val="7E70F1C07F3244809CE2CD0519410F04"/>
          </w:pPr>
          <w:r w:rsidRPr="00BE118B">
            <w:rPr>
              <w:rStyle w:val="Kohatitetekst"/>
            </w:rPr>
            <w:t>Choose an item.</w:t>
          </w:r>
        </w:p>
      </w:docPartBody>
    </w:docPart>
    <w:docPart>
      <w:docPartPr>
        <w:name w:val="914ABC1ADE934B98A2B80A78D218D304"/>
        <w:category>
          <w:name w:val="Üldine"/>
          <w:gallery w:val="placeholder"/>
        </w:category>
        <w:types>
          <w:type w:val="bbPlcHdr"/>
        </w:types>
        <w:behaviors>
          <w:behavior w:val="content"/>
        </w:behaviors>
        <w:guid w:val="{17A2504E-EAE7-4B05-B694-34A058CB27B9}"/>
      </w:docPartPr>
      <w:docPartBody>
        <w:p w:rsidR="007F37B3" w:rsidRDefault="000444DB" w:rsidP="000444DB">
          <w:pPr>
            <w:pStyle w:val="914ABC1ADE934B98A2B80A78D218D304"/>
          </w:pPr>
          <w:r w:rsidRPr="00BE118B">
            <w:rPr>
              <w:rStyle w:val="Kohatitetekst"/>
            </w:rPr>
            <w:t>Choose an item.</w:t>
          </w:r>
        </w:p>
      </w:docPartBody>
    </w:docPart>
    <w:docPart>
      <w:docPartPr>
        <w:name w:val="3F0210F5044947C48FD4A9C11C9F937D"/>
        <w:category>
          <w:name w:val="Üldine"/>
          <w:gallery w:val="placeholder"/>
        </w:category>
        <w:types>
          <w:type w:val="bbPlcHdr"/>
        </w:types>
        <w:behaviors>
          <w:behavior w:val="content"/>
        </w:behaviors>
        <w:guid w:val="{F8BE0768-66AB-4365-80BD-2EB57F2E346C}"/>
      </w:docPartPr>
      <w:docPartBody>
        <w:p w:rsidR="007F37B3" w:rsidRDefault="000444DB" w:rsidP="000444DB">
          <w:pPr>
            <w:pStyle w:val="3F0210F5044947C48FD4A9C11C9F937D"/>
          </w:pPr>
          <w:r w:rsidRPr="003F6A59">
            <w:rPr>
              <w:rStyle w:val="Kohatitetekst"/>
            </w:rPr>
            <w:t>[Company]</w:t>
          </w:r>
        </w:p>
      </w:docPartBody>
    </w:docPart>
    <w:docPart>
      <w:docPartPr>
        <w:name w:val="2A1232E7841246BCA8F816BC280A913B"/>
        <w:category>
          <w:name w:val="Üldine"/>
          <w:gallery w:val="placeholder"/>
        </w:category>
        <w:types>
          <w:type w:val="bbPlcHdr"/>
        </w:types>
        <w:behaviors>
          <w:behavior w:val="content"/>
        </w:behaviors>
        <w:guid w:val="{5447F6DE-3C17-4B88-B538-CC57AB2EBAD8}"/>
      </w:docPartPr>
      <w:docPartBody>
        <w:p w:rsidR="007F37B3" w:rsidRDefault="000444DB" w:rsidP="000444DB">
          <w:pPr>
            <w:pStyle w:val="2A1232E7841246BCA8F816BC280A913B"/>
          </w:pPr>
          <w:r w:rsidRPr="00BE118B">
            <w:rPr>
              <w:rStyle w:val="Kohatitetekst"/>
            </w:rPr>
            <w:t>Click here to enter a date.</w:t>
          </w:r>
        </w:p>
      </w:docPartBody>
    </w:docPart>
    <w:docPart>
      <w:docPartPr>
        <w:name w:val="840AF590670F4CC0B1D41E1BB52751D6"/>
        <w:category>
          <w:name w:val="Üldine"/>
          <w:gallery w:val="placeholder"/>
        </w:category>
        <w:types>
          <w:type w:val="bbPlcHdr"/>
        </w:types>
        <w:behaviors>
          <w:behavior w:val="content"/>
        </w:behaviors>
        <w:guid w:val="{1D088414-A948-4F27-A8B4-3D24D2A7E98B}"/>
      </w:docPartPr>
      <w:docPartBody>
        <w:p w:rsidR="007F37B3" w:rsidRDefault="000444DB" w:rsidP="000444DB">
          <w:pPr>
            <w:pStyle w:val="840AF590670F4CC0B1D41E1BB52751D6"/>
          </w:pPr>
          <w:r w:rsidRPr="003F6A59">
            <w:rPr>
              <w:rStyle w:val="Kohatitetekst"/>
            </w:rPr>
            <w:t>[Company]</w:t>
          </w:r>
        </w:p>
      </w:docPartBody>
    </w:docPart>
    <w:docPart>
      <w:docPartPr>
        <w:name w:val="782207DEE8D54191890F1F1D985B7CDC"/>
        <w:category>
          <w:name w:val="Üldine"/>
          <w:gallery w:val="placeholder"/>
        </w:category>
        <w:types>
          <w:type w:val="bbPlcHdr"/>
        </w:types>
        <w:behaviors>
          <w:behavior w:val="content"/>
        </w:behaviors>
        <w:guid w:val="{D1C0FC63-B3D5-467E-9EC7-9C33C7725885}"/>
      </w:docPartPr>
      <w:docPartBody>
        <w:p w:rsidR="007F37B3" w:rsidRDefault="000444DB" w:rsidP="000444DB">
          <w:pPr>
            <w:pStyle w:val="782207DEE8D54191890F1F1D985B7CDC"/>
          </w:pPr>
          <w:r w:rsidRPr="003F6A59">
            <w:rPr>
              <w:rStyle w:val="Kohatitetekst"/>
            </w:rPr>
            <w:t>[Company]</w:t>
          </w:r>
        </w:p>
      </w:docPartBody>
    </w:docPart>
    <w:docPart>
      <w:docPartPr>
        <w:name w:val="556B398251CA4B0993FCF202B3FD9952"/>
        <w:category>
          <w:name w:val="Üldine"/>
          <w:gallery w:val="placeholder"/>
        </w:category>
        <w:types>
          <w:type w:val="bbPlcHdr"/>
        </w:types>
        <w:behaviors>
          <w:behavior w:val="content"/>
        </w:behaviors>
        <w:guid w:val="{E20D5AC5-7684-4EB3-8D92-78FC520FC92A}"/>
      </w:docPartPr>
      <w:docPartBody>
        <w:p w:rsidR="007F37B3" w:rsidRDefault="000444DB" w:rsidP="000444DB">
          <w:pPr>
            <w:pStyle w:val="556B398251CA4B0993FCF202B3FD9952"/>
          </w:pPr>
          <w:r w:rsidRPr="00BE118B">
            <w:rPr>
              <w:rStyle w:val="Kohatitetekst"/>
            </w:rPr>
            <w:t>Choose an item.</w:t>
          </w:r>
        </w:p>
      </w:docPartBody>
    </w:docPart>
    <w:docPart>
      <w:docPartPr>
        <w:name w:val="668B8BCE27B74BA280E1BBFA06337AB8"/>
        <w:category>
          <w:name w:val="Üldine"/>
          <w:gallery w:val="placeholder"/>
        </w:category>
        <w:types>
          <w:type w:val="bbPlcHdr"/>
        </w:types>
        <w:behaviors>
          <w:behavior w:val="content"/>
        </w:behaviors>
        <w:guid w:val="{79BABF87-75DF-403E-9315-234A2D18A12F}"/>
      </w:docPartPr>
      <w:docPartBody>
        <w:p w:rsidR="007F37B3" w:rsidRDefault="000444DB" w:rsidP="000444DB">
          <w:pPr>
            <w:pStyle w:val="668B8BCE27B74BA280E1BBFA06337AB8"/>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444DB"/>
    <w:rsid w:val="000A566E"/>
    <w:rsid w:val="001157D2"/>
    <w:rsid w:val="0016358B"/>
    <w:rsid w:val="00170480"/>
    <w:rsid w:val="0018551C"/>
    <w:rsid w:val="00190188"/>
    <w:rsid w:val="00193892"/>
    <w:rsid w:val="001A05A5"/>
    <w:rsid w:val="002D10E3"/>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90DDE"/>
    <w:rsid w:val="005A5431"/>
    <w:rsid w:val="005A6189"/>
    <w:rsid w:val="00647B8F"/>
    <w:rsid w:val="00664D6B"/>
    <w:rsid w:val="0067752A"/>
    <w:rsid w:val="00680394"/>
    <w:rsid w:val="00696560"/>
    <w:rsid w:val="006C4268"/>
    <w:rsid w:val="006F484C"/>
    <w:rsid w:val="00716C69"/>
    <w:rsid w:val="00774524"/>
    <w:rsid w:val="0078799E"/>
    <w:rsid w:val="007F37B3"/>
    <w:rsid w:val="00801A2E"/>
    <w:rsid w:val="00803940"/>
    <w:rsid w:val="00826665"/>
    <w:rsid w:val="00835A23"/>
    <w:rsid w:val="00870CEF"/>
    <w:rsid w:val="008F67E6"/>
    <w:rsid w:val="00914169"/>
    <w:rsid w:val="009200D6"/>
    <w:rsid w:val="0094449D"/>
    <w:rsid w:val="00952AC1"/>
    <w:rsid w:val="00963822"/>
    <w:rsid w:val="00976593"/>
    <w:rsid w:val="009848A8"/>
    <w:rsid w:val="009932A9"/>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004AC"/>
    <w:rsid w:val="00C11BB1"/>
    <w:rsid w:val="00C42131"/>
    <w:rsid w:val="00C73FBB"/>
    <w:rsid w:val="00C967F0"/>
    <w:rsid w:val="00CA3281"/>
    <w:rsid w:val="00CD1D06"/>
    <w:rsid w:val="00D23F46"/>
    <w:rsid w:val="00D56455"/>
    <w:rsid w:val="00D76BBE"/>
    <w:rsid w:val="00DA13A4"/>
    <w:rsid w:val="00DB0041"/>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0444DB"/>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4F5C181266A04A429A1CA554CC28677D">
    <w:name w:val="4F5C181266A04A429A1CA554CC28677D"/>
    <w:rsid w:val="000444DB"/>
  </w:style>
  <w:style w:type="paragraph" w:customStyle="1" w:styleId="84841E298D6C4F58B95ACB93F75ACD6F">
    <w:name w:val="84841E298D6C4F58B95ACB93F75ACD6F"/>
    <w:rsid w:val="000444DB"/>
  </w:style>
  <w:style w:type="paragraph" w:customStyle="1" w:styleId="8F06FACBD856431D974925F609A12705">
    <w:name w:val="8F06FACBD856431D974925F609A12705"/>
    <w:rsid w:val="000444DB"/>
  </w:style>
  <w:style w:type="paragraph" w:customStyle="1" w:styleId="F2067C1D58314DA7A2E2BC7C04109C3F">
    <w:name w:val="F2067C1D58314DA7A2E2BC7C04109C3F"/>
    <w:rsid w:val="000444DB"/>
  </w:style>
  <w:style w:type="paragraph" w:customStyle="1" w:styleId="7E70F1C07F3244809CE2CD0519410F04">
    <w:name w:val="7E70F1C07F3244809CE2CD0519410F04"/>
    <w:rsid w:val="000444DB"/>
  </w:style>
  <w:style w:type="paragraph" w:customStyle="1" w:styleId="914ABC1ADE934B98A2B80A78D218D304">
    <w:name w:val="914ABC1ADE934B98A2B80A78D218D304"/>
    <w:rsid w:val="000444DB"/>
  </w:style>
  <w:style w:type="paragraph" w:customStyle="1" w:styleId="3F0210F5044947C48FD4A9C11C9F937D">
    <w:name w:val="3F0210F5044947C48FD4A9C11C9F937D"/>
    <w:rsid w:val="000444DB"/>
  </w:style>
  <w:style w:type="paragraph" w:customStyle="1" w:styleId="2A1232E7841246BCA8F816BC280A913B">
    <w:name w:val="2A1232E7841246BCA8F816BC280A913B"/>
    <w:rsid w:val="000444DB"/>
  </w:style>
  <w:style w:type="paragraph" w:customStyle="1" w:styleId="840AF590670F4CC0B1D41E1BB52751D6">
    <w:name w:val="840AF590670F4CC0B1D41E1BB52751D6"/>
    <w:rsid w:val="000444DB"/>
  </w:style>
  <w:style w:type="paragraph" w:customStyle="1" w:styleId="782207DEE8D54191890F1F1D985B7CDC">
    <w:name w:val="782207DEE8D54191890F1F1D985B7CDC"/>
    <w:rsid w:val="000444DB"/>
  </w:style>
  <w:style w:type="paragraph" w:customStyle="1" w:styleId="556B398251CA4B0993FCF202B3FD9952">
    <w:name w:val="556B398251CA4B0993FCF202B3FD9952"/>
    <w:rsid w:val="000444DB"/>
  </w:style>
  <w:style w:type="paragraph" w:customStyle="1" w:styleId="668B8BCE27B74BA280E1BBFA06337AB8">
    <w:name w:val="668B8BCE27B74BA280E1BBFA06337AB8"/>
    <w:rsid w:val="000444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988C6-1608-4E7E-AD8E-298260E50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71</TotalTime>
  <Pages>11</Pages>
  <Words>4757</Words>
  <Characters>27115</Characters>
  <Application>Microsoft Office Word</Application>
  <DocSecurity>0</DocSecurity>
  <Lines>225</Lines>
  <Paragraphs>63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50</cp:revision>
  <dcterms:created xsi:type="dcterms:W3CDTF">2022-09-01T10:45:00Z</dcterms:created>
  <dcterms:modified xsi:type="dcterms:W3CDTF">2023-04-04T08:05:00Z</dcterms:modified>
</cp:coreProperties>
</file>